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D3EBED" w14:textId="77777777" w:rsidR="00875AAB" w:rsidRPr="00B440B3" w:rsidRDefault="00875AAB" w:rsidP="00875AAB">
      <w:pPr>
        <w:pStyle w:val="Headline"/>
        <w:spacing w:line="240" w:lineRule="auto"/>
      </w:pPr>
      <w:r w:rsidRPr="00B440B3">
        <w:t>FITBONE</w:t>
      </w:r>
      <w:r w:rsidRPr="00B440B3">
        <w:rPr>
          <w:vertAlign w:val="superscript"/>
        </w:rPr>
        <w:t>®</w:t>
      </w:r>
      <w:r w:rsidR="00491CAD" w:rsidRPr="00B440B3">
        <w:t xml:space="preserve"> </w:t>
      </w:r>
      <w:r w:rsidR="002B60D1" w:rsidRPr="00B440B3">
        <w:t>App</w:t>
      </w:r>
      <w:r w:rsidR="00F71B0D">
        <w:t>: per Smartphone die eigene Behandlung aktiv begleiten</w:t>
      </w:r>
    </w:p>
    <w:p w14:paraId="16D3EBEE" w14:textId="77777777" w:rsidR="00875AAB" w:rsidRPr="00B440B3" w:rsidRDefault="00875AAB" w:rsidP="00875AAB">
      <w:pPr>
        <w:pStyle w:val="Subheadline"/>
      </w:pPr>
    </w:p>
    <w:p w14:paraId="16D3EBEF" w14:textId="77777777" w:rsidR="00580142" w:rsidRDefault="00580142" w:rsidP="00F71B0D">
      <w:pPr>
        <w:pStyle w:val="Subheadline"/>
        <w:spacing w:line="260" w:lineRule="exact"/>
      </w:pPr>
    </w:p>
    <w:p w14:paraId="16D3EBF0" w14:textId="7A4D1D26" w:rsidR="00B440B3" w:rsidRPr="00B440B3" w:rsidRDefault="00580142" w:rsidP="00316FF2">
      <w:pPr>
        <w:autoSpaceDE w:val="0"/>
        <w:autoSpaceDN w:val="0"/>
        <w:adjustRightInd w:val="0"/>
        <w:spacing w:line="260" w:lineRule="exact"/>
        <w:rPr>
          <w:rFonts w:ascii="Arial" w:hAnsi="Arial" w:cs="Arial"/>
          <w:spacing w:val="10"/>
          <w:sz w:val="20"/>
          <w:szCs w:val="20"/>
        </w:rPr>
      </w:pPr>
      <w:r w:rsidRPr="00580142">
        <w:rPr>
          <w:rFonts w:ascii="Arial" w:hAnsi="Arial"/>
          <w:b/>
          <w:spacing w:val="10"/>
          <w:sz w:val="20"/>
          <w:szCs w:val="20"/>
        </w:rPr>
        <w:t>FITBONE</w:t>
      </w:r>
      <w:r w:rsidRPr="00580142">
        <w:rPr>
          <w:rFonts w:ascii="Arial" w:hAnsi="Arial"/>
          <w:b/>
          <w:spacing w:val="10"/>
          <w:sz w:val="20"/>
          <w:szCs w:val="20"/>
          <w:vertAlign w:val="superscript"/>
        </w:rPr>
        <w:t>®</w:t>
      </w:r>
      <w:r w:rsidRPr="00580142">
        <w:rPr>
          <w:rFonts w:ascii="Arial" w:hAnsi="Arial"/>
          <w:b/>
          <w:spacing w:val="10"/>
          <w:sz w:val="20"/>
          <w:szCs w:val="20"/>
        </w:rPr>
        <w:t xml:space="preserve"> ist ein </w:t>
      </w:r>
      <w:r w:rsidR="002C4FDD" w:rsidRPr="00F1308B">
        <w:rPr>
          <w:rFonts w:ascii="Arial" w:hAnsi="Arial"/>
          <w:b/>
          <w:spacing w:val="10"/>
          <w:sz w:val="20"/>
          <w:szCs w:val="20"/>
        </w:rPr>
        <w:t>smartes</w:t>
      </w:r>
      <w:r w:rsidR="002C4FDD">
        <w:rPr>
          <w:rFonts w:ascii="Arial" w:hAnsi="Arial"/>
          <w:b/>
          <w:spacing w:val="10"/>
          <w:sz w:val="20"/>
          <w:szCs w:val="20"/>
        </w:rPr>
        <w:t xml:space="preserve"> </w:t>
      </w:r>
      <w:proofErr w:type="spellStart"/>
      <w:r w:rsidR="007D7CA5">
        <w:rPr>
          <w:rFonts w:ascii="Arial" w:hAnsi="Arial"/>
          <w:b/>
          <w:spacing w:val="10"/>
          <w:sz w:val="20"/>
          <w:szCs w:val="20"/>
        </w:rPr>
        <w:t>intramedulläres</w:t>
      </w:r>
      <w:proofErr w:type="spellEnd"/>
      <w:r w:rsidR="007D7CA5">
        <w:rPr>
          <w:rFonts w:ascii="Arial" w:hAnsi="Arial"/>
          <w:b/>
          <w:spacing w:val="10"/>
          <w:sz w:val="20"/>
          <w:szCs w:val="20"/>
        </w:rPr>
        <w:t xml:space="preserve"> Verlängerungssystem </w:t>
      </w:r>
      <w:r w:rsidRPr="00580142">
        <w:rPr>
          <w:rFonts w:ascii="Arial" w:hAnsi="Arial"/>
          <w:b/>
          <w:spacing w:val="10"/>
          <w:sz w:val="20"/>
          <w:szCs w:val="20"/>
        </w:rPr>
        <w:t xml:space="preserve">zur </w:t>
      </w:r>
      <w:proofErr w:type="spellStart"/>
      <w:r w:rsidRPr="00580142">
        <w:rPr>
          <w:rFonts w:ascii="Arial" w:hAnsi="Arial" w:cs="Arial"/>
          <w:b/>
          <w:spacing w:val="10"/>
          <w:sz w:val="20"/>
          <w:szCs w:val="20"/>
        </w:rPr>
        <w:t>Extremitätenkorrektur</w:t>
      </w:r>
      <w:proofErr w:type="spellEnd"/>
      <w:r w:rsidR="007D7CA5">
        <w:rPr>
          <w:rFonts w:ascii="Arial" w:hAnsi="Arial" w:cs="Arial"/>
          <w:b/>
          <w:spacing w:val="10"/>
          <w:sz w:val="20"/>
          <w:szCs w:val="20"/>
        </w:rPr>
        <w:t xml:space="preserve"> im Ober- und </w:t>
      </w:r>
      <w:r w:rsidR="00E52DCD">
        <w:rPr>
          <w:rFonts w:ascii="Arial" w:hAnsi="Arial" w:cs="Arial"/>
          <w:b/>
          <w:spacing w:val="10"/>
          <w:sz w:val="20"/>
          <w:szCs w:val="20"/>
        </w:rPr>
        <w:t>Unterschenkel</w:t>
      </w:r>
      <w:r w:rsidRPr="00580142">
        <w:rPr>
          <w:rFonts w:ascii="Arial" w:hAnsi="Arial"/>
          <w:b/>
          <w:spacing w:val="10"/>
          <w:sz w:val="20"/>
          <w:szCs w:val="20"/>
        </w:rPr>
        <w:t xml:space="preserve">, </w:t>
      </w:r>
      <w:r w:rsidR="00A601FF">
        <w:rPr>
          <w:rFonts w:ascii="Arial" w:hAnsi="Arial"/>
          <w:b/>
          <w:spacing w:val="10"/>
          <w:sz w:val="20"/>
          <w:szCs w:val="20"/>
        </w:rPr>
        <w:t>welches</w:t>
      </w:r>
      <w:r w:rsidRPr="00580142">
        <w:rPr>
          <w:rFonts w:ascii="Arial" w:hAnsi="Arial"/>
          <w:b/>
          <w:spacing w:val="10"/>
          <w:sz w:val="20"/>
          <w:szCs w:val="20"/>
        </w:rPr>
        <w:t xml:space="preserve"> eine unkomp</w:t>
      </w:r>
      <w:r w:rsidR="00316FF2">
        <w:rPr>
          <w:rFonts w:ascii="Arial" w:hAnsi="Arial"/>
          <w:b/>
          <w:spacing w:val="10"/>
          <w:sz w:val="20"/>
          <w:szCs w:val="20"/>
        </w:rPr>
        <w:t xml:space="preserve">lizierte Behandlung ermöglicht. </w:t>
      </w:r>
      <w:r w:rsidRPr="00580142">
        <w:rPr>
          <w:rFonts w:ascii="Arial" w:hAnsi="Arial"/>
          <w:b/>
          <w:spacing w:val="10"/>
          <w:sz w:val="20"/>
          <w:szCs w:val="20"/>
        </w:rPr>
        <w:t xml:space="preserve">Mit der neuen </w:t>
      </w:r>
      <w:r w:rsidRPr="00580142">
        <w:rPr>
          <w:rFonts w:ascii="Arial" w:hAnsi="Arial" w:cs="Arial"/>
          <w:b/>
          <w:spacing w:val="10"/>
          <w:sz w:val="20"/>
          <w:szCs w:val="20"/>
        </w:rPr>
        <w:t>FITBONE</w:t>
      </w:r>
      <w:r w:rsidRPr="00580142">
        <w:rPr>
          <w:rFonts w:ascii="Arial" w:hAnsi="Arial" w:cs="Arial"/>
          <w:b/>
          <w:spacing w:val="10"/>
          <w:sz w:val="20"/>
          <w:szCs w:val="20"/>
          <w:vertAlign w:val="superscript"/>
        </w:rPr>
        <w:t>®</w:t>
      </w:r>
      <w:r w:rsidRPr="00580142">
        <w:rPr>
          <w:rFonts w:ascii="Arial" w:hAnsi="Arial" w:cs="Arial"/>
          <w:b/>
          <w:spacing w:val="10"/>
          <w:sz w:val="20"/>
          <w:szCs w:val="20"/>
        </w:rPr>
        <w:t xml:space="preserve"> App</w:t>
      </w:r>
      <w:r w:rsidR="007D7CA5">
        <w:rPr>
          <w:rFonts w:ascii="Arial" w:hAnsi="Arial" w:cs="Arial"/>
          <w:b/>
          <w:spacing w:val="10"/>
          <w:sz w:val="20"/>
          <w:szCs w:val="20"/>
        </w:rPr>
        <w:t xml:space="preserve"> für </w:t>
      </w:r>
      <w:r w:rsidR="002C4FDD">
        <w:rPr>
          <w:rFonts w:ascii="Arial" w:hAnsi="Arial" w:cs="Arial"/>
          <w:b/>
          <w:spacing w:val="10"/>
          <w:sz w:val="20"/>
          <w:szCs w:val="20"/>
        </w:rPr>
        <w:t xml:space="preserve">die </w:t>
      </w:r>
      <w:r w:rsidR="007D7CA5">
        <w:rPr>
          <w:rFonts w:ascii="Arial" w:hAnsi="Arial" w:cs="Arial"/>
          <w:b/>
          <w:spacing w:val="10"/>
          <w:sz w:val="20"/>
          <w:szCs w:val="20"/>
        </w:rPr>
        <w:t>Patienten</w:t>
      </w:r>
      <w:r w:rsidRPr="00580142">
        <w:rPr>
          <w:rFonts w:ascii="Arial" w:hAnsi="Arial" w:cs="Arial"/>
          <w:b/>
          <w:spacing w:val="10"/>
          <w:sz w:val="20"/>
          <w:szCs w:val="20"/>
        </w:rPr>
        <w:t xml:space="preserve"> </w:t>
      </w:r>
      <w:r w:rsidR="002C4FDD">
        <w:rPr>
          <w:rFonts w:ascii="Arial" w:hAnsi="Arial" w:cs="Arial"/>
          <w:b/>
          <w:spacing w:val="10"/>
          <w:sz w:val="20"/>
          <w:szCs w:val="20"/>
        </w:rPr>
        <w:t xml:space="preserve">werden die Vorteile der </w:t>
      </w:r>
      <w:r w:rsidR="002C4FDD" w:rsidRPr="00F1308B">
        <w:rPr>
          <w:rFonts w:ascii="Arial" w:hAnsi="Arial" w:cs="Arial"/>
          <w:b/>
          <w:spacing w:val="10"/>
          <w:sz w:val="20"/>
          <w:szCs w:val="20"/>
        </w:rPr>
        <w:t>Digitaltechnik</w:t>
      </w:r>
      <w:r w:rsidR="002C4FDD">
        <w:rPr>
          <w:rFonts w:ascii="Arial" w:hAnsi="Arial" w:cs="Arial"/>
          <w:b/>
          <w:spacing w:val="10"/>
          <w:sz w:val="20"/>
          <w:szCs w:val="20"/>
        </w:rPr>
        <w:t xml:space="preserve"> in diesem Bereich weiter ausgebaut. </w:t>
      </w:r>
      <w:r w:rsidR="002C4FDD">
        <w:rPr>
          <w:rStyle w:val="st"/>
          <w:rFonts w:ascii="Arial" w:hAnsi="Arial"/>
          <w:b/>
          <w:spacing w:val="10"/>
          <w:sz w:val="20"/>
          <w:szCs w:val="20"/>
        </w:rPr>
        <w:t>A</w:t>
      </w:r>
      <w:r w:rsidR="00316FF2">
        <w:rPr>
          <w:rStyle w:val="st"/>
          <w:rFonts w:ascii="Arial" w:hAnsi="Arial"/>
          <w:b/>
          <w:spacing w:val="10"/>
          <w:sz w:val="20"/>
          <w:szCs w:val="20"/>
        </w:rPr>
        <w:t xml:space="preserve">uch Ärzte </w:t>
      </w:r>
      <w:r w:rsidR="00F71B0D" w:rsidRPr="00316FF2">
        <w:rPr>
          <w:rStyle w:val="st"/>
          <w:rFonts w:ascii="Arial" w:hAnsi="Arial"/>
          <w:b/>
          <w:spacing w:val="10"/>
          <w:sz w:val="20"/>
          <w:szCs w:val="20"/>
        </w:rPr>
        <w:t>profitieren von der digitalen Dokumentation des Behandlungsprozesses.</w:t>
      </w:r>
    </w:p>
    <w:p w14:paraId="16D3EBF1" w14:textId="77777777" w:rsidR="00B440B3" w:rsidRPr="00B440B3" w:rsidRDefault="00B440B3" w:rsidP="00875AAB">
      <w:pPr>
        <w:autoSpaceDE w:val="0"/>
        <w:autoSpaceDN w:val="0"/>
        <w:adjustRightInd w:val="0"/>
        <w:spacing w:line="260" w:lineRule="exact"/>
        <w:rPr>
          <w:rFonts w:ascii="Arial" w:hAnsi="Arial" w:cs="Arial"/>
          <w:spacing w:val="10"/>
          <w:sz w:val="20"/>
          <w:szCs w:val="20"/>
        </w:rPr>
      </w:pPr>
    </w:p>
    <w:p w14:paraId="16D3EBF2" w14:textId="78D9A250" w:rsidR="00580142" w:rsidRDefault="007D7CA5" w:rsidP="00B440B3">
      <w:pPr>
        <w:autoSpaceDE w:val="0"/>
        <w:autoSpaceDN w:val="0"/>
        <w:adjustRightInd w:val="0"/>
        <w:spacing w:line="260" w:lineRule="exact"/>
        <w:rPr>
          <w:rFonts w:ascii="Arial" w:hAnsi="Arial" w:cs="Arial"/>
          <w:spacing w:val="10"/>
          <w:sz w:val="20"/>
          <w:szCs w:val="20"/>
        </w:rPr>
      </w:pPr>
      <w:r>
        <w:rPr>
          <w:rFonts w:ascii="Arial" w:hAnsi="Arial" w:cs="Arial"/>
          <w:spacing w:val="10"/>
          <w:sz w:val="20"/>
          <w:szCs w:val="20"/>
        </w:rPr>
        <w:t>Der FITBONE</w:t>
      </w:r>
      <w:r w:rsidRPr="007D7CA5">
        <w:rPr>
          <w:rFonts w:ascii="Arial" w:hAnsi="Arial" w:cs="Arial"/>
          <w:spacing w:val="10"/>
          <w:sz w:val="20"/>
          <w:szCs w:val="20"/>
          <w:vertAlign w:val="superscript"/>
        </w:rPr>
        <w:t xml:space="preserve">® </w:t>
      </w:r>
      <w:r>
        <w:rPr>
          <w:rFonts w:ascii="Arial" w:hAnsi="Arial" w:cs="Arial"/>
          <w:spacing w:val="10"/>
          <w:sz w:val="20"/>
          <w:szCs w:val="20"/>
        </w:rPr>
        <w:t>der WITTENSTEIN intens GmbH wird zur Korrektur von Beinlängendifferenzen eingesetzt. Über ein</w:t>
      </w:r>
      <w:r w:rsidR="00E52DCD">
        <w:rPr>
          <w:rFonts w:ascii="Arial" w:hAnsi="Arial" w:cs="Arial"/>
          <w:spacing w:val="10"/>
          <w:sz w:val="20"/>
          <w:szCs w:val="20"/>
        </w:rPr>
        <w:t xml:space="preserve"> kleines,</w:t>
      </w:r>
      <w:r>
        <w:rPr>
          <w:rFonts w:ascii="Arial" w:hAnsi="Arial" w:cs="Arial"/>
          <w:spacing w:val="10"/>
          <w:sz w:val="20"/>
          <w:szCs w:val="20"/>
        </w:rPr>
        <w:t xml:space="preserve"> handliches </w:t>
      </w:r>
      <w:r w:rsidR="002C4FDD">
        <w:rPr>
          <w:rFonts w:ascii="Arial" w:hAnsi="Arial" w:cs="Arial"/>
          <w:spacing w:val="10"/>
          <w:sz w:val="20"/>
          <w:szCs w:val="20"/>
        </w:rPr>
        <w:t xml:space="preserve">und leichtes </w:t>
      </w:r>
      <w:r>
        <w:rPr>
          <w:rFonts w:ascii="Arial" w:hAnsi="Arial" w:cs="Arial"/>
          <w:spacing w:val="10"/>
          <w:sz w:val="20"/>
          <w:szCs w:val="20"/>
        </w:rPr>
        <w:t>externes Steuerungsset kann der Patient den</w:t>
      </w:r>
      <w:r w:rsidR="009B7362">
        <w:rPr>
          <w:rFonts w:ascii="Arial" w:hAnsi="Arial" w:cs="Arial"/>
          <w:spacing w:val="10"/>
          <w:sz w:val="20"/>
          <w:szCs w:val="20"/>
        </w:rPr>
        <w:t xml:space="preserve"> </w:t>
      </w:r>
      <w:r w:rsidR="00E52DCD">
        <w:rPr>
          <w:rFonts w:ascii="Arial" w:hAnsi="Arial" w:cs="Arial"/>
          <w:spacing w:val="10"/>
          <w:sz w:val="20"/>
          <w:szCs w:val="20"/>
        </w:rPr>
        <w:t xml:space="preserve">Verlängerungsvorgang </w:t>
      </w:r>
      <w:r w:rsidR="00B119C6">
        <w:rPr>
          <w:rFonts w:ascii="Arial" w:hAnsi="Arial" w:cs="Arial"/>
          <w:spacing w:val="10"/>
          <w:sz w:val="20"/>
          <w:szCs w:val="20"/>
        </w:rPr>
        <w:t xml:space="preserve">selbst </w:t>
      </w:r>
      <w:r w:rsidR="002C4FDD">
        <w:rPr>
          <w:rFonts w:ascii="Arial" w:hAnsi="Arial" w:cs="Arial"/>
          <w:spacing w:val="10"/>
          <w:sz w:val="20"/>
          <w:szCs w:val="20"/>
        </w:rPr>
        <w:t>durchführen</w:t>
      </w:r>
      <w:r w:rsidR="00B119C6">
        <w:rPr>
          <w:rFonts w:ascii="Arial" w:hAnsi="Arial" w:cs="Arial"/>
          <w:spacing w:val="10"/>
          <w:sz w:val="20"/>
          <w:szCs w:val="20"/>
        </w:rPr>
        <w:t>. Die neue FITBONE</w:t>
      </w:r>
      <w:r w:rsidR="00B119C6" w:rsidRPr="007D7CA5">
        <w:rPr>
          <w:rFonts w:ascii="Arial" w:hAnsi="Arial" w:cs="Arial"/>
          <w:spacing w:val="10"/>
          <w:sz w:val="20"/>
          <w:szCs w:val="20"/>
          <w:vertAlign w:val="superscript"/>
        </w:rPr>
        <w:t>®</w:t>
      </w:r>
      <w:r w:rsidR="00B119C6">
        <w:rPr>
          <w:rFonts w:ascii="Arial" w:hAnsi="Arial" w:cs="Arial"/>
          <w:spacing w:val="10"/>
          <w:sz w:val="20"/>
          <w:szCs w:val="20"/>
        </w:rPr>
        <w:t xml:space="preserve"> App ermöglicht nun eine </w:t>
      </w:r>
      <w:r>
        <w:rPr>
          <w:rFonts w:ascii="Arial" w:hAnsi="Arial" w:cs="Arial"/>
          <w:spacing w:val="10"/>
          <w:sz w:val="20"/>
          <w:szCs w:val="20"/>
        </w:rPr>
        <w:t xml:space="preserve">digitale </w:t>
      </w:r>
      <w:r w:rsidR="00B119C6">
        <w:rPr>
          <w:rFonts w:ascii="Arial" w:hAnsi="Arial" w:cs="Arial"/>
          <w:spacing w:val="10"/>
          <w:sz w:val="20"/>
          <w:szCs w:val="20"/>
        </w:rPr>
        <w:t>Begleitung dieses Vorgang</w:t>
      </w:r>
      <w:r w:rsidR="00520C43">
        <w:rPr>
          <w:rFonts w:ascii="Arial" w:hAnsi="Arial" w:cs="Arial"/>
          <w:spacing w:val="10"/>
          <w:sz w:val="20"/>
          <w:szCs w:val="20"/>
        </w:rPr>
        <w:t xml:space="preserve">s und bietet </w:t>
      </w:r>
      <w:r w:rsidR="002C4FDD">
        <w:rPr>
          <w:rFonts w:ascii="Arial" w:hAnsi="Arial" w:cs="Arial"/>
          <w:spacing w:val="10"/>
          <w:sz w:val="20"/>
          <w:szCs w:val="20"/>
        </w:rPr>
        <w:t xml:space="preserve">dadurch </w:t>
      </w:r>
      <w:r w:rsidR="00520C43">
        <w:rPr>
          <w:rFonts w:ascii="Arial" w:hAnsi="Arial" w:cs="Arial"/>
          <w:spacing w:val="10"/>
          <w:sz w:val="20"/>
          <w:szCs w:val="20"/>
        </w:rPr>
        <w:t xml:space="preserve">diverse </w:t>
      </w:r>
      <w:r w:rsidR="002C4FDD">
        <w:rPr>
          <w:rFonts w:ascii="Arial" w:hAnsi="Arial" w:cs="Arial"/>
          <w:spacing w:val="10"/>
          <w:sz w:val="20"/>
          <w:szCs w:val="20"/>
        </w:rPr>
        <w:t>Zusatzf</w:t>
      </w:r>
      <w:r w:rsidR="00520C43">
        <w:rPr>
          <w:rFonts w:ascii="Arial" w:hAnsi="Arial" w:cs="Arial"/>
          <w:spacing w:val="10"/>
          <w:sz w:val="20"/>
          <w:szCs w:val="20"/>
        </w:rPr>
        <w:t>unktionen.</w:t>
      </w:r>
    </w:p>
    <w:p w14:paraId="16D3EBF3" w14:textId="77777777" w:rsidR="00B119C6" w:rsidRPr="00B440B3" w:rsidRDefault="00B119C6" w:rsidP="00B440B3">
      <w:pPr>
        <w:autoSpaceDE w:val="0"/>
        <w:autoSpaceDN w:val="0"/>
        <w:adjustRightInd w:val="0"/>
        <w:spacing w:line="260" w:lineRule="exact"/>
        <w:rPr>
          <w:rFonts w:ascii="Arial" w:hAnsi="Arial" w:cs="Arial"/>
          <w:spacing w:val="10"/>
          <w:sz w:val="20"/>
          <w:szCs w:val="20"/>
        </w:rPr>
      </w:pPr>
    </w:p>
    <w:p w14:paraId="16D3EBF4" w14:textId="60118B43" w:rsidR="007D7CA5" w:rsidRDefault="00B440B3" w:rsidP="00B440B3">
      <w:pPr>
        <w:autoSpaceDE w:val="0"/>
        <w:autoSpaceDN w:val="0"/>
        <w:adjustRightInd w:val="0"/>
        <w:spacing w:line="260" w:lineRule="exact"/>
        <w:rPr>
          <w:rFonts w:ascii="Arial" w:hAnsi="Arial" w:cs="Arial"/>
          <w:spacing w:val="10"/>
          <w:sz w:val="20"/>
          <w:szCs w:val="20"/>
        </w:rPr>
      </w:pPr>
      <w:r w:rsidRPr="00B440B3">
        <w:rPr>
          <w:rFonts w:ascii="Arial" w:hAnsi="Arial" w:cs="Arial"/>
          <w:spacing w:val="10"/>
          <w:sz w:val="20"/>
          <w:szCs w:val="20"/>
        </w:rPr>
        <w:t xml:space="preserve">Im Verlauf der Behandlung macht die </w:t>
      </w:r>
      <w:r w:rsidRPr="00B440B3">
        <w:rPr>
          <w:rFonts w:ascii="Arial" w:hAnsi="Arial" w:cs="Arial"/>
          <w:b/>
          <w:spacing w:val="10"/>
          <w:sz w:val="20"/>
          <w:szCs w:val="20"/>
        </w:rPr>
        <w:t>Erinnerungsfunktion</w:t>
      </w:r>
      <w:r w:rsidRPr="00B440B3">
        <w:rPr>
          <w:rFonts w:ascii="Arial" w:hAnsi="Arial" w:cs="Arial"/>
          <w:spacing w:val="10"/>
          <w:sz w:val="20"/>
          <w:szCs w:val="20"/>
        </w:rPr>
        <w:t xml:space="preserve"> den Patienten zu den gewünschten Zeitpunkten auf eine anstehende Verlängerung aufmerksam. Termine, Uhrzeiten und Intervalle können frei gewählt und geändert werden – passend zum Tagesablauf des Patienten. </w:t>
      </w:r>
      <w:r w:rsidR="00B119C6">
        <w:rPr>
          <w:rFonts w:ascii="Arial" w:hAnsi="Arial" w:cs="Arial"/>
          <w:spacing w:val="10"/>
          <w:sz w:val="20"/>
          <w:szCs w:val="20"/>
        </w:rPr>
        <w:t xml:space="preserve">Per Schlummerfunktion kann der Distraktionsvorgang auch auf einen späteren Zeitpunkt verschoben werden. </w:t>
      </w:r>
      <w:r w:rsidRPr="00B440B3">
        <w:rPr>
          <w:rFonts w:ascii="Arial" w:hAnsi="Arial" w:cs="Arial"/>
          <w:spacing w:val="10"/>
          <w:sz w:val="20"/>
          <w:szCs w:val="20"/>
        </w:rPr>
        <w:t xml:space="preserve">Die gesamte </w:t>
      </w:r>
      <w:r w:rsidRPr="00B440B3">
        <w:rPr>
          <w:rFonts w:ascii="Arial" w:hAnsi="Arial" w:cs="Arial"/>
          <w:b/>
          <w:spacing w:val="10"/>
          <w:sz w:val="20"/>
          <w:szCs w:val="20"/>
        </w:rPr>
        <w:t>Behandlungsdokumentation</w:t>
      </w:r>
      <w:r w:rsidRPr="00B440B3">
        <w:rPr>
          <w:rFonts w:ascii="Arial" w:hAnsi="Arial" w:cs="Arial"/>
          <w:spacing w:val="10"/>
          <w:sz w:val="20"/>
          <w:szCs w:val="20"/>
        </w:rPr>
        <w:t xml:space="preserve"> – Zeitpunkte, Dauer, Intervalle, Häufigkeit sowie behandlungsbegleitende </w:t>
      </w:r>
      <w:r w:rsidRPr="00037253">
        <w:rPr>
          <w:rFonts w:ascii="Arial" w:hAnsi="Arial" w:cs="Arial"/>
          <w:spacing w:val="10"/>
          <w:sz w:val="20"/>
          <w:szCs w:val="20"/>
        </w:rPr>
        <w:t>Informationen</w:t>
      </w:r>
      <w:r w:rsidRPr="00B440B3">
        <w:rPr>
          <w:rFonts w:ascii="Arial" w:hAnsi="Arial" w:cs="Arial"/>
          <w:spacing w:val="10"/>
          <w:sz w:val="20"/>
          <w:szCs w:val="20"/>
        </w:rPr>
        <w:t xml:space="preserve"> – wird von der FITBONE</w:t>
      </w:r>
      <w:r w:rsidRPr="00B440B3">
        <w:rPr>
          <w:rFonts w:ascii="Arial" w:hAnsi="Arial" w:cs="Arial"/>
          <w:spacing w:val="10"/>
          <w:sz w:val="20"/>
          <w:szCs w:val="20"/>
          <w:vertAlign w:val="superscript"/>
        </w:rPr>
        <w:t>®</w:t>
      </w:r>
      <w:r w:rsidRPr="00B440B3">
        <w:rPr>
          <w:rFonts w:ascii="Arial" w:hAnsi="Arial" w:cs="Arial"/>
          <w:spacing w:val="10"/>
          <w:sz w:val="20"/>
          <w:szCs w:val="20"/>
        </w:rPr>
        <w:t xml:space="preserve"> App automatisch erstellt. </w:t>
      </w:r>
      <w:r w:rsidR="007D7CA5">
        <w:rPr>
          <w:rFonts w:ascii="Arial" w:hAnsi="Arial" w:cs="Arial"/>
          <w:spacing w:val="10"/>
          <w:sz w:val="20"/>
          <w:szCs w:val="20"/>
        </w:rPr>
        <w:t xml:space="preserve">Über die </w:t>
      </w:r>
      <w:r w:rsidRPr="00B440B3">
        <w:rPr>
          <w:rFonts w:ascii="Arial" w:hAnsi="Arial" w:cs="Arial"/>
          <w:b/>
          <w:spacing w:val="10"/>
          <w:sz w:val="20"/>
          <w:szCs w:val="20"/>
        </w:rPr>
        <w:t>Exportfunktion</w:t>
      </w:r>
      <w:r w:rsidRPr="00B440B3">
        <w:rPr>
          <w:rFonts w:ascii="Arial" w:hAnsi="Arial" w:cs="Arial"/>
          <w:spacing w:val="10"/>
          <w:sz w:val="20"/>
          <w:szCs w:val="20"/>
        </w:rPr>
        <w:t xml:space="preserve"> </w:t>
      </w:r>
      <w:r w:rsidR="007D7CA5">
        <w:rPr>
          <w:rFonts w:ascii="Arial" w:hAnsi="Arial" w:cs="Arial"/>
          <w:spacing w:val="10"/>
          <w:sz w:val="20"/>
          <w:szCs w:val="20"/>
        </w:rPr>
        <w:t>kann</w:t>
      </w:r>
      <w:r w:rsidRPr="00B440B3">
        <w:rPr>
          <w:rFonts w:ascii="Arial" w:hAnsi="Arial" w:cs="Arial"/>
          <w:spacing w:val="10"/>
          <w:sz w:val="20"/>
          <w:szCs w:val="20"/>
        </w:rPr>
        <w:t xml:space="preserve"> das Distraktionsprotokoll bei Bedarf online an den behandelnden Arzt</w:t>
      </w:r>
      <w:r w:rsidR="007D7CA5">
        <w:rPr>
          <w:rFonts w:ascii="Arial" w:hAnsi="Arial" w:cs="Arial"/>
          <w:spacing w:val="10"/>
          <w:sz w:val="20"/>
          <w:szCs w:val="20"/>
        </w:rPr>
        <w:t xml:space="preserve"> übermittelt werden</w:t>
      </w:r>
      <w:r w:rsidR="00520C43">
        <w:rPr>
          <w:rFonts w:ascii="Arial" w:hAnsi="Arial" w:cs="Arial"/>
          <w:spacing w:val="10"/>
          <w:sz w:val="20"/>
          <w:szCs w:val="20"/>
        </w:rPr>
        <w:t>, der dieses als Grundlage für seine medizinischen Auswertungen nutzen kann.</w:t>
      </w:r>
    </w:p>
    <w:p w14:paraId="16D3EBF5" w14:textId="77777777" w:rsidR="007D7CA5" w:rsidRDefault="007D7CA5" w:rsidP="00B440B3">
      <w:pPr>
        <w:autoSpaceDE w:val="0"/>
        <w:autoSpaceDN w:val="0"/>
        <w:adjustRightInd w:val="0"/>
        <w:spacing w:line="260" w:lineRule="exact"/>
        <w:rPr>
          <w:rFonts w:ascii="Arial" w:hAnsi="Arial" w:cs="Arial"/>
          <w:spacing w:val="10"/>
          <w:sz w:val="20"/>
          <w:szCs w:val="20"/>
        </w:rPr>
      </w:pPr>
    </w:p>
    <w:p w14:paraId="16D3EBF6" w14:textId="3CA6BEA2" w:rsidR="00B440B3" w:rsidRPr="009B3DCE" w:rsidRDefault="00EB5615" w:rsidP="00B440B3">
      <w:pPr>
        <w:autoSpaceDE w:val="0"/>
        <w:autoSpaceDN w:val="0"/>
        <w:adjustRightInd w:val="0"/>
        <w:spacing w:line="260" w:lineRule="exact"/>
        <w:rPr>
          <w:rFonts w:ascii="Arial" w:hAnsi="Arial" w:cs="Arial"/>
          <w:spacing w:val="10"/>
          <w:sz w:val="20"/>
          <w:szCs w:val="20"/>
        </w:rPr>
      </w:pPr>
      <w:r w:rsidRPr="009B3DCE">
        <w:rPr>
          <w:rFonts w:ascii="Arial" w:hAnsi="Arial" w:cs="Arial"/>
          <w:spacing w:val="10"/>
          <w:sz w:val="20"/>
          <w:szCs w:val="20"/>
        </w:rPr>
        <w:t>„Die neue FITBONE</w:t>
      </w:r>
      <w:r w:rsidRPr="009B3DCE">
        <w:rPr>
          <w:rFonts w:ascii="Arial" w:hAnsi="Arial" w:cs="Arial"/>
          <w:spacing w:val="10"/>
          <w:sz w:val="20"/>
          <w:szCs w:val="20"/>
          <w:vertAlign w:val="superscript"/>
        </w:rPr>
        <w:t>®</w:t>
      </w:r>
      <w:r w:rsidRPr="009B3DCE">
        <w:rPr>
          <w:rFonts w:ascii="Arial" w:hAnsi="Arial" w:cs="Arial"/>
          <w:spacing w:val="10"/>
          <w:sz w:val="20"/>
          <w:szCs w:val="20"/>
        </w:rPr>
        <w:t xml:space="preserve"> App erleichtert unseren Patienten die Behandlung, da sie viele Aufgaben übernimmt, die vorher </w:t>
      </w:r>
      <w:r w:rsidR="00475852" w:rsidRPr="009B3DCE">
        <w:rPr>
          <w:rFonts w:ascii="Arial" w:hAnsi="Arial" w:cs="Arial"/>
          <w:spacing w:val="10"/>
          <w:sz w:val="20"/>
          <w:szCs w:val="20"/>
        </w:rPr>
        <w:t>durch sie selbst erledigt werden mussten</w:t>
      </w:r>
      <w:r w:rsidRPr="009B3DCE">
        <w:rPr>
          <w:rFonts w:ascii="Arial" w:hAnsi="Arial" w:cs="Arial"/>
          <w:spacing w:val="10"/>
          <w:sz w:val="20"/>
          <w:szCs w:val="20"/>
        </w:rPr>
        <w:t xml:space="preserve">. </w:t>
      </w:r>
      <w:r w:rsidR="00475852" w:rsidRPr="009B3DCE">
        <w:rPr>
          <w:rFonts w:ascii="Arial" w:hAnsi="Arial" w:cs="Arial"/>
          <w:spacing w:val="10"/>
          <w:sz w:val="20"/>
          <w:szCs w:val="20"/>
        </w:rPr>
        <w:t>Die intuitive Oberfläche der App ist außerdem für Patienten aller Generationen geeignet“</w:t>
      </w:r>
      <w:r w:rsidR="006C6E12">
        <w:rPr>
          <w:rFonts w:ascii="Arial" w:hAnsi="Arial" w:cs="Arial"/>
          <w:spacing w:val="10"/>
          <w:sz w:val="20"/>
          <w:szCs w:val="20"/>
        </w:rPr>
        <w:t>,</w:t>
      </w:r>
      <w:r w:rsidR="00475852" w:rsidRPr="009B3DCE">
        <w:rPr>
          <w:rFonts w:ascii="Arial" w:hAnsi="Arial" w:cs="Arial"/>
          <w:spacing w:val="10"/>
          <w:sz w:val="20"/>
          <w:szCs w:val="20"/>
        </w:rPr>
        <w:t xml:space="preserve"> erläutert Roman Stauch, Geschäftsführer bei WITTENSTEIN intens, die Vorzüge. </w:t>
      </w:r>
    </w:p>
    <w:p w14:paraId="16D3EBF7" w14:textId="77777777" w:rsidR="00B440B3" w:rsidRPr="00B440B3" w:rsidRDefault="00B440B3" w:rsidP="00B440B3">
      <w:pPr>
        <w:autoSpaceDE w:val="0"/>
        <w:autoSpaceDN w:val="0"/>
        <w:adjustRightInd w:val="0"/>
        <w:spacing w:line="260" w:lineRule="exact"/>
        <w:rPr>
          <w:rFonts w:ascii="Arial" w:hAnsi="Arial" w:cs="Arial"/>
          <w:spacing w:val="10"/>
          <w:sz w:val="20"/>
          <w:szCs w:val="20"/>
        </w:rPr>
      </w:pPr>
    </w:p>
    <w:p w14:paraId="16D3EBF8" w14:textId="77777777" w:rsidR="00580142" w:rsidRDefault="00580142" w:rsidP="00580142">
      <w:pPr>
        <w:pStyle w:val="Flietext"/>
      </w:pPr>
      <w:r>
        <w:t>Die FITBONE</w:t>
      </w:r>
      <w:r w:rsidRPr="00F71B0D">
        <w:rPr>
          <w:vertAlign w:val="superscript"/>
        </w:rPr>
        <w:t>®</w:t>
      </w:r>
      <w:r>
        <w:t xml:space="preserve"> App von</w:t>
      </w:r>
      <w:r w:rsidRPr="00B440B3">
        <w:t xml:space="preserve"> WITTENSTEIN intens </w:t>
      </w:r>
      <w:r>
        <w:t>ist ab sofort im Google Play Store zum Download verfügbar.</w:t>
      </w:r>
      <w:r w:rsidR="00E85F38">
        <w:t xml:space="preserve"> </w:t>
      </w:r>
    </w:p>
    <w:p w14:paraId="16D3EBF9" w14:textId="77777777" w:rsidR="007A5A78" w:rsidRDefault="007A5A78" w:rsidP="00580142">
      <w:pPr>
        <w:pStyle w:val="Flietext"/>
      </w:pPr>
    </w:p>
    <w:p w14:paraId="16D3EBFA" w14:textId="77777777" w:rsidR="007A5A78" w:rsidRDefault="007A5A78" w:rsidP="00580142">
      <w:pPr>
        <w:pStyle w:val="Flietext"/>
      </w:pPr>
    </w:p>
    <w:p w14:paraId="16D3EBFB" w14:textId="77777777" w:rsidR="00775B19" w:rsidRDefault="00775B19" w:rsidP="00580142">
      <w:pPr>
        <w:pStyle w:val="Flietext"/>
      </w:pPr>
    </w:p>
    <w:p w14:paraId="16D3EBFC" w14:textId="77777777" w:rsidR="00775B19" w:rsidRDefault="00775B19" w:rsidP="00580142">
      <w:pPr>
        <w:pStyle w:val="Flietext"/>
      </w:pPr>
    </w:p>
    <w:p w14:paraId="16D3EBFD" w14:textId="77777777" w:rsidR="00775B19" w:rsidRDefault="00775B19" w:rsidP="00580142">
      <w:pPr>
        <w:pStyle w:val="Flietext"/>
      </w:pPr>
    </w:p>
    <w:p w14:paraId="16D3EBFE" w14:textId="77777777" w:rsidR="00775B19" w:rsidRDefault="00775B19" w:rsidP="00580142">
      <w:pPr>
        <w:pStyle w:val="Flietext"/>
      </w:pPr>
    </w:p>
    <w:p w14:paraId="16D3EC00" w14:textId="77777777" w:rsidR="00DD3C69" w:rsidRDefault="00DD3C69" w:rsidP="00DC5E12">
      <w:pPr>
        <w:pStyle w:val="Flietext"/>
        <w:rPr>
          <w:b/>
        </w:rPr>
      </w:pPr>
      <w:r w:rsidRPr="00B440B3">
        <w:rPr>
          <w:b/>
        </w:rPr>
        <w:lastRenderedPageBreak/>
        <w:t>Bild</w:t>
      </w:r>
      <w:r w:rsidR="00394471" w:rsidRPr="00B440B3">
        <w:rPr>
          <w:b/>
        </w:rPr>
        <w:t>er</w:t>
      </w:r>
      <w:r w:rsidR="00775B19">
        <w:rPr>
          <w:b/>
        </w:rPr>
        <w:t>material:</w:t>
      </w:r>
    </w:p>
    <w:p w14:paraId="16D3EC01" w14:textId="77777777" w:rsidR="00924048" w:rsidRPr="00775B19" w:rsidRDefault="00924048" w:rsidP="00DC5E12">
      <w:pPr>
        <w:pStyle w:val="Flietext"/>
        <w:rPr>
          <w:b/>
        </w:rPr>
      </w:pPr>
    </w:p>
    <w:p w14:paraId="16D3EC02" w14:textId="77777777" w:rsidR="00EE68F7" w:rsidRPr="00775B19" w:rsidRDefault="00EE68F7" w:rsidP="00DC5E12">
      <w:pPr>
        <w:pStyle w:val="Flietext"/>
        <w:rPr>
          <w:b/>
        </w:rPr>
      </w:pPr>
      <w:r w:rsidRPr="00775B19">
        <w:rPr>
          <w:b/>
        </w:rPr>
        <w:t>01_WITTENSTEIN_Logo_FITBONE_App</w:t>
      </w:r>
    </w:p>
    <w:p w14:paraId="16D3EC03" w14:textId="77777777" w:rsidR="00924048" w:rsidRDefault="007A5A78" w:rsidP="00DC5E12">
      <w:pPr>
        <w:pStyle w:val="Flietext"/>
        <w:rPr>
          <w:b/>
        </w:rPr>
      </w:pPr>
      <w:r w:rsidRPr="00775B19">
        <w:rPr>
          <w:b/>
          <w:noProof/>
          <w:lang w:eastAsia="zh-CN"/>
        </w:rPr>
        <w:drawing>
          <wp:anchor distT="0" distB="0" distL="114300" distR="114300" simplePos="0" relativeHeight="251658240" behindDoc="1" locked="0" layoutInCell="1" allowOverlap="1" wp14:anchorId="16D3EC21" wp14:editId="16D3EC22">
            <wp:simplePos x="0" y="0"/>
            <wp:positionH relativeFrom="column">
              <wp:posOffset>7620</wp:posOffset>
            </wp:positionH>
            <wp:positionV relativeFrom="paragraph">
              <wp:posOffset>11430</wp:posOffset>
            </wp:positionV>
            <wp:extent cx="678180" cy="678180"/>
            <wp:effectExtent l="0" t="0" r="7620" b="762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01_WITTENSTEIN_Logo_FITBONE_App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180" cy="678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D3EC04" w14:textId="77777777" w:rsidR="00924048" w:rsidRDefault="00924048" w:rsidP="00DC5E12">
      <w:pPr>
        <w:pStyle w:val="Flietext"/>
        <w:rPr>
          <w:b/>
        </w:rPr>
      </w:pPr>
    </w:p>
    <w:p w14:paraId="16D3EC05" w14:textId="77777777" w:rsidR="00924048" w:rsidRDefault="00924048" w:rsidP="00DC5E12">
      <w:pPr>
        <w:pStyle w:val="Flietext"/>
        <w:rPr>
          <w:b/>
        </w:rPr>
      </w:pPr>
    </w:p>
    <w:p w14:paraId="16D3EC06" w14:textId="77777777" w:rsidR="00924048" w:rsidRDefault="00924048" w:rsidP="00DC5E12">
      <w:pPr>
        <w:pStyle w:val="Flietext"/>
        <w:rPr>
          <w:b/>
        </w:rPr>
      </w:pPr>
    </w:p>
    <w:p w14:paraId="16D3EC07" w14:textId="77777777" w:rsidR="00EE68F7" w:rsidRDefault="00EE68F7" w:rsidP="00DC5E12">
      <w:pPr>
        <w:pStyle w:val="Flietext"/>
        <w:rPr>
          <w:b/>
        </w:rPr>
      </w:pPr>
      <w:r>
        <w:rPr>
          <w:b/>
        </w:rPr>
        <w:t>02_WITTENSTEIN_FITBONE_App_Smartphone</w:t>
      </w:r>
    </w:p>
    <w:p w14:paraId="16D3EC08" w14:textId="77777777" w:rsidR="00924048" w:rsidRDefault="00924048" w:rsidP="00DC5E12">
      <w:pPr>
        <w:pStyle w:val="Flietext"/>
        <w:rPr>
          <w:b/>
        </w:rPr>
      </w:pPr>
    </w:p>
    <w:p w14:paraId="16D3EC09" w14:textId="77777777" w:rsidR="00924048" w:rsidRDefault="007A5A78" w:rsidP="00DC5E12">
      <w:pPr>
        <w:pStyle w:val="Flietext"/>
        <w:rPr>
          <w:b/>
        </w:rPr>
      </w:pPr>
      <w:r>
        <w:rPr>
          <w:b/>
          <w:noProof/>
          <w:lang w:eastAsia="zh-CN"/>
        </w:rPr>
        <w:drawing>
          <wp:anchor distT="0" distB="0" distL="114300" distR="114300" simplePos="0" relativeHeight="251659264" behindDoc="1" locked="0" layoutInCell="1" allowOverlap="1" wp14:anchorId="16D3EC23" wp14:editId="16D3EC24">
            <wp:simplePos x="0" y="0"/>
            <wp:positionH relativeFrom="column">
              <wp:posOffset>20321</wp:posOffset>
            </wp:positionH>
            <wp:positionV relativeFrom="paragraph">
              <wp:posOffset>21552</wp:posOffset>
            </wp:positionV>
            <wp:extent cx="546100" cy="528357"/>
            <wp:effectExtent l="0" t="0" r="6350" b="508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02_WITTENSTEIN_FITBONE_App_Smartphone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354" cy="529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D3EC0A" w14:textId="77777777" w:rsidR="00924048" w:rsidRDefault="00924048" w:rsidP="00DC5E12">
      <w:pPr>
        <w:pStyle w:val="Flietext"/>
        <w:rPr>
          <w:b/>
        </w:rPr>
      </w:pPr>
    </w:p>
    <w:p w14:paraId="16D3EC0B" w14:textId="77777777" w:rsidR="00924048" w:rsidRDefault="00924048" w:rsidP="00DC5E12">
      <w:pPr>
        <w:pStyle w:val="Flietext"/>
        <w:rPr>
          <w:b/>
        </w:rPr>
      </w:pPr>
    </w:p>
    <w:p w14:paraId="16D3EC0C" w14:textId="77777777" w:rsidR="00924048" w:rsidRDefault="00924048" w:rsidP="00DC5E12">
      <w:pPr>
        <w:pStyle w:val="Flietext"/>
        <w:rPr>
          <w:b/>
        </w:rPr>
      </w:pPr>
    </w:p>
    <w:p w14:paraId="16D3EC0D" w14:textId="77777777" w:rsidR="00943335" w:rsidRDefault="00943335" w:rsidP="00DC5E12">
      <w:pPr>
        <w:pStyle w:val="Flietext"/>
        <w:rPr>
          <w:b/>
        </w:rPr>
      </w:pPr>
    </w:p>
    <w:p w14:paraId="16D3EC0E" w14:textId="77777777" w:rsidR="00EE68F7" w:rsidRDefault="00EE68F7" w:rsidP="00DC5E12">
      <w:pPr>
        <w:pStyle w:val="Flietext"/>
        <w:rPr>
          <w:b/>
        </w:rPr>
      </w:pPr>
      <w:r>
        <w:rPr>
          <w:b/>
        </w:rPr>
        <w:t>03_WITTENSTEIN_FITBONE_App_QR_Code_de</w:t>
      </w:r>
    </w:p>
    <w:p w14:paraId="16D3EC0F" w14:textId="77777777" w:rsidR="00924048" w:rsidRDefault="007A5A78" w:rsidP="00DC5E12">
      <w:pPr>
        <w:pStyle w:val="Flietext"/>
        <w:rPr>
          <w:b/>
        </w:rPr>
      </w:pPr>
      <w:r>
        <w:rPr>
          <w:b/>
          <w:noProof/>
          <w:lang w:eastAsia="zh-CN"/>
        </w:rPr>
        <w:drawing>
          <wp:anchor distT="0" distB="0" distL="114300" distR="114300" simplePos="0" relativeHeight="251660288" behindDoc="1" locked="0" layoutInCell="1" allowOverlap="1" wp14:anchorId="16D3EC25" wp14:editId="16D3EC26">
            <wp:simplePos x="0" y="0"/>
            <wp:positionH relativeFrom="column">
              <wp:posOffset>7620</wp:posOffset>
            </wp:positionH>
            <wp:positionV relativeFrom="paragraph">
              <wp:posOffset>93980</wp:posOffset>
            </wp:positionV>
            <wp:extent cx="671830" cy="671830"/>
            <wp:effectExtent l="0" t="0" r="0" b="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03_WITTENSTEIN_FITBONE_App_QR_Code_de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1830" cy="671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D3EC10" w14:textId="77777777" w:rsidR="00924048" w:rsidRDefault="00924048" w:rsidP="00DC5E12">
      <w:pPr>
        <w:pStyle w:val="Flietext"/>
        <w:rPr>
          <w:b/>
        </w:rPr>
      </w:pPr>
    </w:p>
    <w:p w14:paraId="16D3EC11" w14:textId="77777777" w:rsidR="00924048" w:rsidRDefault="00924048" w:rsidP="00EE68F7">
      <w:pPr>
        <w:pStyle w:val="Flietext"/>
        <w:rPr>
          <w:b/>
        </w:rPr>
      </w:pPr>
    </w:p>
    <w:p w14:paraId="16D3EC12" w14:textId="77777777" w:rsidR="00924048" w:rsidRDefault="00924048" w:rsidP="00EE68F7">
      <w:pPr>
        <w:pStyle w:val="Flietext"/>
        <w:rPr>
          <w:b/>
        </w:rPr>
      </w:pPr>
    </w:p>
    <w:p w14:paraId="16D3EC13" w14:textId="77777777" w:rsidR="00924048" w:rsidRDefault="00924048" w:rsidP="00EE68F7">
      <w:pPr>
        <w:pStyle w:val="Flietext"/>
        <w:rPr>
          <w:b/>
        </w:rPr>
      </w:pPr>
    </w:p>
    <w:p w14:paraId="16D3EC14" w14:textId="77777777" w:rsidR="00EE68F7" w:rsidRDefault="00EE68F7" w:rsidP="00EE68F7">
      <w:pPr>
        <w:pStyle w:val="Flietext"/>
        <w:rPr>
          <w:b/>
        </w:rPr>
      </w:pPr>
      <w:r>
        <w:rPr>
          <w:b/>
        </w:rPr>
        <w:t>04_WITTENSTEIN_FITBONE_App_QR_Code_en</w:t>
      </w:r>
    </w:p>
    <w:p w14:paraId="16D3EC15" w14:textId="77777777" w:rsidR="00EE68F7" w:rsidRDefault="007A5A78" w:rsidP="00DC5E12">
      <w:pPr>
        <w:pStyle w:val="Flietext"/>
        <w:rPr>
          <w:b/>
        </w:rPr>
      </w:pPr>
      <w:r>
        <w:rPr>
          <w:b/>
          <w:noProof/>
          <w:lang w:eastAsia="zh-CN"/>
        </w:rPr>
        <w:drawing>
          <wp:anchor distT="0" distB="0" distL="114300" distR="114300" simplePos="0" relativeHeight="251661312" behindDoc="1" locked="0" layoutInCell="1" allowOverlap="1" wp14:anchorId="16D3EC27" wp14:editId="16D3EC28">
            <wp:simplePos x="0" y="0"/>
            <wp:positionH relativeFrom="column">
              <wp:posOffset>58420</wp:posOffset>
            </wp:positionH>
            <wp:positionV relativeFrom="paragraph">
              <wp:posOffset>55880</wp:posOffset>
            </wp:positionV>
            <wp:extent cx="621030" cy="621030"/>
            <wp:effectExtent l="0" t="0" r="0" b="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04_WITTENSTEIN_FITBONE_App_QR_Code_en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30" cy="621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D3EC16" w14:textId="77777777" w:rsidR="00EE68F7" w:rsidRPr="00B440B3" w:rsidRDefault="00EE68F7" w:rsidP="00DC5E12">
      <w:pPr>
        <w:pStyle w:val="Flietext"/>
        <w:rPr>
          <w:b/>
        </w:rPr>
      </w:pPr>
    </w:p>
    <w:p w14:paraId="16D3EC17" w14:textId="77777777" w:rsidR="00394471" w:rsidRDefault="00394471" w:rsidP="00DC5E12">
      <w:pPr>
        <w:pStyle w:val="Flietext"/>
        <w:rPr>
          <w:b/>
        </w:rPr>
      </w:pPr>
    </w:p>
    <w:p w14:paraId="16D3EC18" w14:textId="77777777" w:rsidR="00924048" w:rsidRDefault="00924048" w:rsidP="00DC5E12">
      <w:pPr>
        <w:pStyle w:val="Flietext"/>
        <w:rPr>
          <w:b/>
        </w:rPr>
      </w:pPr>
    </w:p>
    <w:p w14:paraId="16D3EC19" w14:textId="77777777" w:rsidR="00924048" w:rsidRPr="00B440B3" w:rsidRDefault="00924048" w:rsidP="00DC5E12">
      <w:pPr>
        <w:pStyle w:val="Flietext"/>
        <w:rPr>
          <w:b/>
        </w:rPr>
      </w:pPr>
      <w:bookmarkStart w:id="0" w:name="_GoBack"/>
      <w:bookmarkEnd w:id="0"/>
    </w:p>
    <w:p w14:paraId="16D3EC1A" w14:textId="0D7F9741" w:rsidR="0093418D" w:rsidRPr="00B440B3" w:rsidRDefault="0010111B" w:rsidP="00DC5E12">
      <w:pPr>
        <w:pStyle w:val="Flietext"/>
        <w:rPr>
          <w:sz w:val="18"/>
        </w:rPr>
      </w:pPr>
      <w:r w:rsidRPr="00B440B3">
        <w:rPr>
          <w:sz w:val="18"/>
          <w:szCs w:val="18"/>
        </w:rPr>
        <w:t>Text- und Bildmaterial in printfähiger</w:t>
      </w:r>
      <w:r w:rsidR="006C6E12">
        <w:rPr>
          <w:sz w:val="18"/>
          <w:szCs w:val="18"/>
        </w:rPr>
        <w:t xml:space="preserve"> Qualität finden Sie unter presse.wittenstein.de</w:t>
      </w:r>
    </w:p>
    <w:p w14:paraId="16D3EC1B" w14:textId="77777777" w:rsidR="0093418D" w:rsidRPr="00B440B3" w:rsidRDefault="0093418D" w:rsidP="00DC5E12">
      <w:pPr>
        <w:pStyle w:val="Flietext"/>
        <w:rPr>
          <w:sz w:val="18"/>
        </w:rPr>
      </w:pPr>
    </w:p>
    <w:p w14:paraId="16D3EC1C" w14:textId="77777777" w:rsidR="00E62568" w:rsidRPr="007A5A78" w:rsidRDefault="00E62568" w:rsidP="00E62568">
      <w:pPr>
        <w:pStyle w:val="Flietext"/>
        <w:rPr>
          <w:b/>
          <w:sz w:val="14"/>
        </w:rPr>
      </w:pPr>
      <w:r w:rsidRPr="007A5A78">
        <w:rPr>
          <w:b/>
          <w:sz w:val="14"/>
        </w:rPr>
        <w:t>WITTENSTEIN intens GmbH</w:t>
      </w:r>
    </w:p>
    <w:p w14:paraId="16D3EC1D" w14:textId="11B4DB0F" w:rsidR="00E62568" w:rsidRPr="007A5A78" w:rsidRDefault="00E62568" w:rsidP="00E62568">
      <w:pPr>
        <w:pStyle w:val="Flietext"/>
        <w:rPr>
          <w:rFonts w:cstheme="minorBidi"/>
          <w:color w:val="auto"/>
          <w:sz w:val="14"/>
          <w:szCs w:val="22"/>
        </w:rPr>
      </w:pPr>
      <w:r w:rsidRPr="007A5A78">
        <w:rPr>
          <w:rFonts w:cstheme="minorBidi"/>
          <w:color w:val="auto"/>
          <w:sz w:val="14"/>
          <w:szCs w:val="22"/>
        </w:rPr>
        <w:t xml:space="preserve">Intelligente Implantate, basierend auf miniaturisierter Antriebstechnik, sind der Tätigkeitsschwerpunkt der WITTENSTEIN intens GmbH. Ein Beispiel: </w:t>
      </w:r>
      <w:r w:rsidR="001268FB" w:rsidRPr="007A5A78">
        <w:rPr>
          <w:rFonts w:cstheme="minorBidi"/>
          <w:color w:val="auto"/>
          <w:sz w:val="14"/>
          <w:szCs w:val="22"/>
        </w:rPr>
        <w:t>D</w:t>
      </w:r>
      <w:r w:rsidRPr="007A5A78">
        <w:rPr>
          <w:rFonts w:cstheme="minorBidi"/>
          <w:color w:val="auto"/>
          <w:sz w:val="14"/>
          <w:szCs w:val="22"/>
        </w:rPr>
        <w:t>er FITBONE</w:t>
      </w:r>
      <w:r w:rsidRPr="007A5A78">
        <w:rPr>
          <w:rFonts w:cstheme="minorBidi"/>
          <w:color w:val="auto"/>
          <w:sz w:val="14"/>
          <w:szCs w:val="22"/>
          <w:vertAlign w:val="superscript"/>
        </w:rPr>
        <w:t>®</w:t>
      </w:r>
      <w:r w:rsidRPr="007A5A78">
        <w:rPr>
          <w:rFonts w:cstheme="minorBidi"/>
          <w:color w:val="auto"/>
          <w:sz w:val="14"/>
          <w:szCs w:val="22"/>
        </w:rPr>
        <w:t xml:space="preserve"> ist weltweit der einzige mechatronische, kontrollierbare und </w:t>
      </w:r>
      <w:proofErr w:type="spellStart"/>
      <w:r w:rsidRPr="007A5A78">
        <w:rPr>
          <w:rFonts w:cstheme="minorBidi"/>
          <w:color w:val="auto"/>
          <w:sz w:val="14"/>
          <w:szCs w:val="22"/>
        </w:rPr>
        <w:t>vollimplantierbare</w:t>
      </w:r>
      <w:proofErr w:type="spellEnd"/>
      <w:r w:rsidRPr="007A5A78">
        <w:rPr>
          <w:rFonts w:cstheme="minorBidi"/>
          <w:color w:val="auto"/>
          <w:sz w:val="14"/>
          <w:szCs w:val="22"/>
        </w:rPr>
        <w:t xml:space="preserve"> Marknagel zur Knochenverlängerung. Er wird zum Ausgleich von Beinlängendifferenzen eingesetzt, zusätzlich können Achskorrekturen vorgenommen werden. Dieses mechatronische System ermöglicht ein kostengünstiges Behandlungskonzept mit hohem Patientenkomfort und kurzer stationärer Behandlungs- und Therapiedauer. Die WITTENSTEIN intens GmbH ist einer von insgesamt </w:t>
      </w:r>
      <w:r w:rsidR="00C40A56">
        <w:rPr>
          <w:rFonts w:cstheme="minorBidi"/>
          <w:color w:val="auto"/>
          <w:sz w:val="14"/>
          <w:szCs w:val="22"/>
        </w:rPr>
        <w:t>sechs</w:t>
      </w:r>
      <w:r w:rsidR="00C40A56" w:rsidRPr="007A5A78">
        <w:rPr>
          <w:rFonts w:cstheme="minorBidi"/>
          <w:color w:val="auto"/>
          <w:sz w:val="14"/>
          <w:szCs w:val="22"/>
        </w:rPr>
        <w:t xml:space="preserve"> </w:t>
      </w:r>
      <w:r w:rsidRPr="007A5A78">
        <w:rPr>
          <w:rFonts w:cstheme="minorBidi"/>
          <w:color w:val="auto"/>
          <w:sz w:val="14"/>
          <w:szCs w:val="22"/>
        </w:rPr>
        <w:t xml:space="preserve">Unternehmensbereichen der WITTENSTEIN </w:t>
      </w:r>
      <w:r w:rsidR="001268FB" w:rsidRPr="007A5A78">
        <w:rPr>
          <w:rFonts w:cstheme="minorBidi"/>
          <w:color w:val="auto"/>
          <w:sz w:val="14"/>
          <w:szCs w:val="22"/>
        </w:rPr>
        <w:t>SE</w:t>
      </w:r>
      <w:r w:rsidRPr="007A5A78">
        <w:rPr>
          <w:rFonts w:cstheme="minorBidi"/>
          <w:color w:val="auto"/>
          <w:sz w:val="14"/>
          <w:szCs w:val="22"/>
        </w:rPr>
        <w:t>.</w:t>
      </w:r>
    </w:p>
    <w:p w14:paraId="16D3EC1E" w14:textId="77777777" w:rsidR="00E62568" w:rsidRPr="007A5A78" w:rsidRDefault="00E62568" w:rsidP="00E62568">
      <w:pPr>
        <w:pStyle w:val="Flietext"/>
        <w:rPr>
          <w:sz w:val="18"/>
        </w:rPr>
      </w:pPr>
    </w:p>
    <w:p w14:paraId="16D3EC1F" w14:textId="77777777" w:rsidR="00826DE5" w:rsidRPr="007A5A78" w:rsidRDefault="00826DE5" w:rsidP="00826DE5">
      <w:pPr>
        <w:pStyle w:val="boilerplate"/>
        <w:rPr>
          <w:b/>
          <w:spacing w:val="10"/>
          <w:sz w:val="14"/>
        </w:rPr>
      </w:pPr>
      <w:r w:rsidRPr="007A5A78">
        <w:rPr>
          <w:b/>
          <w:spacing w:val="10"/>
          <w:sz w:val="14"/>
        </w:rPr>
        <w:t>WITTENSTEIN SE – eins sein mit der Zukunft</w:t>
      </w:r>
    </w:p>
    <w:p w14:paraId="16D3EC20" w14:textId="77777777" w:rsidR="00D20BF8" w:rsidRPr="007A5A78" w:rsidRDefault="00422C30" w:rsidP="0092085E">
      <w:pPr>
        <w:pStyle w:val="boilerplate"/>
        <w:rPr>
          <w:spacing w:val="10"/>
          <w:sz w:val="14"/>
        </w:rPr>
      </w:pPr>
      <w:r w:rsidRPr="007A5A78">
        <w:rPr>
          <w:spacing w:val="10"/>
          <w:sz w:val="14"/>
        </w:rPr>
        <w:t>Mit weltweit rund 2.4</w:t>
      </w:r>
      <w:r w:rsidR="00826DE5" w:rsidRPr="007A5A78">
        <w:rPr>
          <w:spacing w:val="10"/>
          <w:sz w:val="14"/>
        </w:rPr>
        <w:t>00 Mitarbeitern und einem Umsatz von rund 33</w:t>
      </w:r>
      <w:r w:rsidRPr="007A5A78">
        <w:rPr>
          <w:spacing w:val="10"/>
          <w:sz w:val="14"/>
        </w:rPr>
        <w:t>9</w:t>
      </w:r>
      <w:r w:rsidR="00826DE5" w:rsidRPr="007A5A78">
        <w:rPr>
          <w:spacing w:val="10"/>
          <w:sz w:val="14"/>
        </w:rPr>
        <w:t xml:space="preserve"> Mio. € im Geschäftsjahr 2016/17 steht die WITTENSTEIN SE national und international für Innovation, Präzision und Exzellenz in der Welt der mechatronischen Antriebstechnik. Die Unternehmensgruppe umfasst </w:t>
      </w:r>
      <w:r w:rsidRPr="007A5A78">
        <w:rPr>
          <w:spacing w:val="10"/>
          <w:sz w:val="14"/>
        </w:rPr>
        <w:t>sechs</w:t>
      </w:r>
      <w:r w:rsidR="00826DE5" w:rsidRPr="007A5A78">
        <w:rPr>
          <w:spacing w:val="10"/>
          <w:sz w:val="14"/>
        </w:rPr>
        <w:t xml:space="preserve"> innovative Geschäftsfelder mit jeweils eigenen Tochtergesellschaften: </w:t>
      </w:r>
      <w:proofErr w:type="spellStart"/>
      <w:r w:rsidR="00826DE5" w:rsidRPr="007A5A78">
        <w:rPr>
          <w:spacing w:val="10"/>
          <w:sz w:val="14"/>
        </w:rPr>
        <w:t>Servogetriebe</w:t>
      </w:r>
      <w:proofErr w:type="spellEnd"/>
      <w:r w:rsidR="00826DE5" w:rsidRPr="007A5A78">
        <w:rPr>
          <w:spacing w:val="10"/>
          <w:sz w:val="14"/>
        </w:rPr>
        <w:t xml:space="preserve">, </w:t>
      </w:r>
      <w:proofErr w:type="spellStart"/>
      <w:r w:rsidR="00826DE5" w:rsidRPr="007A5A78">
        <w:rPr>
          <w:spacing w:val="10"/>
          <w:sz w:val="14"/>
        </w:rPr>
        <w:t>Servoantriebssysteme</w:t>
      </w:r>
      <w:proofErr w:type="spellEnd"/>
      <w:r w:rsidR="00826DE5" w:rsidRPr="007A5A78">
        <w:rPr>
          <w:spacing w:val="10"/>
          <w:sz w:val="14"/>
        </w:rPr>
        <w:t>, Medizintechnik, Miniatur-</w:t>
      </w:r>
      <w:proofErr w:type="spellStart"/>
      <w:r w:rsidR="00826DE5" w:rsidRPr="007A5A78">
        <w:rPr>
          <w:spacing w:val="10"/>
          <w:sz w:val="14"/>
        </w:rPr>
        <w:t>Servoeinheiten</w:t>
      </w:r>
      <w:proofErr w:type="spellEnd"/>
      <w:r w:rsidR="00826DE5" w:rsidRPr="007A5A78">
        <w:rPr>
          <w:spacing w:val="10"/>
          <w:sz w:val="14"/>
        </w:rPr>
        <w:t xml:space="preserve">, innovative Verzahnungstechnologie, </w:t>
      </w:r>
      <w:proofErr w:type="spellStart"/>
      <w:r w:rsidR="00826DE5" w:rsidRPr="007A5A78">
        <w:rPr>
          <w:spacing w:val="10"/>
          <w:sz w:val="14"/>
        </w:rPr>
        <w:t>rotative</w:t>
      </w:r>
      <w:proofErr w:type="spellEnd"/>
      <w:r w:rsidR="00826DE5" w:rsidRPr="007A5A78">
        <w:rPr>
          <w:spacing w:val="10"/>
          <w:sz w:val="14"/>
        </w:rPr>
        <w:t xml:space="preserve"> und lineare </w:t>
      </w:r>
      <w:proofErr w:type="spellStart"/>
      <w:r w:rsidR="00826DE5" w:rsidRPr="007A5A78">
        <w:rPr>
          <w:spacing w:val="10"/>
          <w:sz w:val="14"/>
        </w:rPr>
        <w:t>Aktuatorsysteme</w:t>
      </w:r>
      <w:proofErr w:type="spellEnd"/>
      <w:r w:rsidR="00826DE5" w:rsidRPr="007A5A78">
        <w:rPr>
          <w:spacing w:val="10"/>
          <w:sz w:val="14"/>
        </w:rPr>
        <w:t>, Nanotechnologie sowie Elektronik- und Softwarekomponenten für die Antriebstechnik. Darüber hinaus ist die WITTENSTEIN SE (</w:t>
      </w:r>
      <w:hyperlink r:id="rId15" w:history="1">
        <w:r w:rsidR="00826DE5" w:rsidRPr="007A5A78">
          <w:rPr>
            <w:rStyle w:val="Hyperlink"/>
            <w:color w:val="auto"/>
            <w:spacing w:val="10"/>
            <w:sz w:val="14"/>
            <w:u w:val="none"/>
          </w:rPr>
          <w:t>www.wittenstein.de</w:t>
        </w:r>
      </w:hyperlink>
      <w:r w:rsidR="00826DE5" w:rsidRPr="007A5A78">
        <w:rPr>
          <w:spacing w:val="10"/>
          <w:sz w:val="14"/>
        </w:rPr>
        <w:t xml:space="preserve">) mit rund 60 Tochtergesellschaften und Vertretungen in etwa 40 Ländern in allen wichtigen Technologie- und Absatzmärkten der Welt vertreten. </w:t>
      </w:r>
    </w:p>
    <w:sectPr w:rsidR="00D20BF8" w:rsidRPr="007A5A78" w:rsidSect="007A5A78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3119" w:right="3686" w:bottom="1134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D3EC2B" w14:textId="77777777" w:rsidR="00FF1730" w:rsidRDefault="00FF1730" w:rsidP="00551561">
      <w:pPr>
        <w:spacing w:line="240" w:lineRule="auto"/>
      </w:pPr>
      <w:r>
        <w:separator/>
      </w:r>
    </w:p>
  </w:endnote>
  <w:endnote w:type="continuationSeparator" w:id="0">
    <w:p w14:paraId="16D3EC2C" w14:textId="77777777" w:rsidR="00FF1730" w:rsidRDefault="00FF1730" w:rsidP="005515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swiss"/>
    <w:notTrueType/>
    <w:pitch w:val="default"/>
    <w:sig w:usb0="03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3EC3D" w14:textId="54985667" w:rsidR="0093418D" w:rsidRPr="0093418D" w:rsidRDefault="00D20BF8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="0093418D" w:rsidRPr="001E6D58">
      <w:rPr>
        <w:rFonts w:ascii="Arial" w:hAnsi="Arial" w:cs="Arial"/>
        <w:sz w:val="14"/>
        <w:szCs w:val="14"/>
      </w:rPr>
      <w:t xml:space="preserve"> </w:t>
    </w:r>
    <w:r w:rsidR="007204A6" w:rsidRPr="001E6D58">
      <w:rPr>
        <w:rFonts w:ascii="Arial" w:hAnsi="Arial" w:cs="Arial"/>
        <w:sz w:val="14"/>
        <w:szCs w:val="14"/>
      </w:rPr>
      <w:fldChar w:fldCharType="begin"/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>
      <w:rPr>
        <w:rFonts w:ascii="Arial" w:hAnsi="Arial" w:cs="Arial"/>
        <w:sz w:val="14"/>
        <w:szCs w:val="14"/>
      </w:rPr>
      <w:instrText>PAGE</w:instrText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7204A6" w:rsidRPr="001E6D58">
      <w:rPr>
        <w:rFonts w:ascii="Arial" w:hAnsi="Arial" w:cs="Arial"/>
        <w:sz w:val="14"/>
        <w:szCs w:val="14"/>
      </w:rPr>
      <w:fldChar w:fldCharType="separate"/>
    </w:r>
    <w:r w:rsidR="006C6E12">
      <w:rPr>
        <w:rFonts w:ascii="Arial" w:hAnsi="Arial" w:cs="Arial"/>
        <w:noProof/>
        <w:sz w:val="14"/>
        <w:szCs w:val="14"/>
      </w:rPr>
      <w:t>2</w:t>
    </w:r>
    <w:r w:rsidR="007204A6" w:rsidRPr="001E6D58">
      <w:rPr>
        <w:rFonts w:ascii="Arial" w:hAnsi="Arial" w:cs="Arial"/>
        <w:sz w:val="14"/>
        <w:szCs w:val="14"/>
      </w:rPr>
      <w:fldChar w:fldCharType="end"/>
    </w:r>
    <w:r w:rsidR="0093418D"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="0093418D" w:rsidRPr="001E6D58">
      <w:rPr>
        <w:rFonts w:ascii="Arial" w:hAnsi="Arial" w:cs="Arial"/>
        <w:sz w:val="14"/>
        <w:szCs w:val="14"/>
      </w:rPr>
      <w:t xml:space="preserve"> </w:t>
    </w:r>
    <w:r w:rsidR="007204A6" w:rsidRPr="001E6D58">
      <w:rPr>
        <w:rFonts w:ascii="Arial" w:hAnsi="Arial" w:cs="Arial"/>
        <w:sz w:val="14"/>
        <w:szCs w:val="14"/>
      </w:rPr>
      <w:fldChar w:fldCharType="begin"/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>
      <w:rPr>
        <w:rFonts w:ascii="Arial" w:hAnsi="Arial" w:cs="Arial"/>
        <w:sz w:val="14"/>
        <w:szCs w:val="14"/>
      </w:rPr>
      <w:instrText>NUMPAGES</w:instrText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7204A6" w:rsidRPr="001E6D58">
      <w:rPr>
        <w:rFonts w:ascii="Arial" w:hAnsi="Arial" w:cs="Arial"/>
        <w:sz w:val="14"/>
        <w:szCs w:val="14"/>
      </w:rPr>
      <w:fldChar w:fldCharType="separate"/>
    </w:r>
    <w:r w:rsidR="006C6E12">
      <w:rPr>
        <w:rFonts w:ascii="Arial" w:hAnsi="Arial" w:cs="Arial"/>
        <w:noProof/>
        <w:sz w:val="14"/>
        <w:szCs w:val="14"/>
      </w:rPr>
      <w:t>2</w:t>
    </w:r>
    <w:r w:rsidR="007204A6" w:rsidRPr="001E6D58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3EC51" w14:textId="0B071DBF" w:rsidR="00B23BAB" w:rsidRPr="0093418D" w:rsidRDefault="00D20BF8" w:rsidP="0093418D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="00B674B2" w:rsidRPr="001E6D58">
      <w:rPr>
        <w:rFonts w:ascii="Arial" w:hAnsi="Arial" w:cs="Arial"/>
        <w:sz w:val="14"/>
        <w:szCs w:val="14"/>
      </w:rPr>
      <w:t xml:space="preserve"> </w:t>
    </w:r>
    <w:r w:rsidR="007204A6" w:rsidRPr="001E6D58">
      <w:rPr>
        <w:rFonts w:ascii="Arial" w:hAnsi="Arial" w:cs="Arial"/>
        <w:sz w:val="14"/>
        <w:szCs w:val="14"/>
      </w:rPr>
      <w:fldChar w:fldCharType="begin"/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>
      <w:rPr>
        <w:rFonts w:ascii="Arial" w:hAnsi="Arial" w:cs="Arial"/>
        <w:sz w:val="14"/>
        <w:szCs w:val="14"/>
      </w:rPr>
      <w:instrText>PAGE</w:instrText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7204A6" w:rsidRPr="001E6D58">
      <w:rPr>
        <w:rFonts w:ascii="Arial" w:hAnsi="Arial" w:cs="Arial"/>
        <w:sz w:val="14"/>
        <w:szCs w:val="14"/>
      </w:rPr>
      <w:fldChar w:fldCharType="separate"/>
    </w:r>
    <w:r w:rsidR="006C6E12">
      <w:rPr>
        <w:rFonts w:ascii="Arial" w:hAnsi="Arial" w:cs="Arial"/>
        <w:noProof/>
        <w:sz w:val="14"/>
        <w:szCs w:val="14"/>
      </w:rPr>
      <w:t>1</w:t>
    </w:r>
    <w:r w:rsidR="007204A6" w:rsidRPr="001E6D58">
      <w:rPr>
        <w:rFonts w:ascii="Arial" w:hAnsi="Arial" w:cs="Arial"/>
        <w:sz w:val="14"/>
        <w:szCs w:val="14"/>
      </w:rPr>
      <w:fldChar w:fldCharType="end"/>
    </w:r>
    <w:r w:rsidR="00B674B2"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="00B674B2" w:rsidRPr="001E6D58">
      <w:rPr>
        <w:rFonts w:ascii="Arial" w:hAnsi="Arial" w:cs="Arial"/>
        <w:sz w:val="14"/>
        <w:szCs w:val="14"/>
      </w:rPr>
      <w:t xml:space="preserve"> </w:t>
    </w:r>
    <w:r w:rsidR="007204A6" w:rsidRPr="001E6D58">
      <w:rPr>
        <w:rFonts w:ascii="Arial" w:hAnsi="Arial" w:cs="Arial"/>
        <w:sz w:val="14"/>
        <w:szCs w:val="14"/>
      </w:rPr>
      <w:fldChar w:fldCharType="begin"/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>
      <w:rPr>
        <w:rFonts w:ascii="Arial" w:hAnsi="Arial" w:cs="Arial"/>
        <w:sz w:val="14"/>
        <w:szCs w:val="14"/>
      </w:rPr>
      <w:instrText>NUMPAGES</w:instrText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7204A6" w:rsidRPr="001E6D58">
      <w:rPr>
        <w:rFonts w:ascii="Arial" w:hAnsi="Arial" w:cs="Arial"/>
        <w:sz w:val="14"/>
        <w:szCs w:val="14"/>
      </w:rPr>
      <w:fldChar w:fldCharType="separate"/>
    </w:r>
    <w:r w:rsidR="006C6E12">
      <w:rPr>
        <w:rFonts w:ascii="Arial" w:hAnsi="Arial" w:cs="Arial"/>
        <w:noProof/>
        <w:sz w:val="14"/>
        <w:szCs w:val="14"/>
      </w:rPr>
      <w:t>2</w:t>
    </w:r>
    <w:r w:rsidR="007204A6" w:rsidRPr="001E6D58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D3EC29" w14:textId="77777777" w:rsidR="00FF1730" w:rsidRDefault="00FF1730" w:rsidP="00551561">
      <w:pPr>
        <w:spacing w:line="240" w:lineRule="auto"/>
      </w:pPr>
      <w:r>
        <w:separator/>
      </w:r>
    </w:p>
  </w:footnote>
  <w:footnote w:type="continuationSeparator" w:id="0">
    <w:p w14:paraId="16D3EC2A" w14:textId="77777777" w:rsidR="00FF1730" w:rsidRDefault="00FF1730" w:rsidP="005515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3EC2D" w14:textId="77777777" w:rsidR="00E6035D" w:rsidRPr="003801B9" w:rsidRDefault="00E6035D" w:rsidP="00E6035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14:paraId="16D3EC2E" w14:textId="77777777" w:rsidR="0093418D" w:rsidRPr="00F078C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F078CD">
      <w:rPr>
        <w:rFonts w:ascii="Arial" w:hAnsi="Arial" w:cs="Arial"/>
        <w:sz w:val="14"/>
        <w:szCs w:val="14"/>
      </w:rPr>
      <w:t>Walter-Wittenstein-Straße 1</w:t>
    </w:r>
  </w:p>
  <w:p w14:paraId="16D3EC2F" w14:textId="77777777" w:rsidR="0093418D" w:rsidRPr="00196D4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 xml:space="preserve">97999 </w:t>
    </w:r>
    <w:proofErr w:type="spellStart"/>
    <w:r w:rsidRPr="00196D4D">
      <w:rPr>
        <w:rFonts w:ascii="Arial" w:hAnsi="Arial" w:cs="Arial"/>
        <w:sz w:val="14"/>
        <w:szCs w:val="14"/>
      </w:rPr>
      <w:t>Igersheim</w:t>
    </w:r>
    <w:proofErr w:type="spellEnd"/>
    <w:r w:rsidRPr="00196D4D">
      <w:rPr>
        <w:rFonts w:ascii="Arial" w:hAnsi="Arial" w:cs="Arial"/>
        <w:sz w:val="14"/>
        <w:szCs w:val="14"/>
      </w:rPr>
      <w:t xml:space="preserve"> ∙ Germany</w:t>
    </w:r>
  </w:p>
  <w:p w14:paraId="16D3EC30" w14:textId="77777777" w:rsidR="0093418D" w:rsidRPr="00196D4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14:paraId="16D3EC31" w14:textId="77777777" w:rsidR="0093418D" w:rsidRPr="006171F0" w:rsidRDefault="00D20BF8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Kontakt</w:t>
    </w:r>
    <w:r w:rsidR="0093418D" w:rsidRPr="006171F0">
      <w:rPr>
        <w:rFonts w:ascii="Arial" w:hAnsi="Arial" w:cs="Arial"/>
        <w:b/>
        <w:sz w:val="14"/>
        <w:szCs w:val="14"/>
      </w:rPr>
      <w:t>: Sabine Maier</w:t>
    </w:r>
  </w:p>
  <w:p w14:paraId="16D3EC32" w14:textId="77777777" w:rsidR="0093418D" w:rsidRPr="006171F0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6171F0">
      <w:rPr>
        <w:rFonts w:ascii="Arial" w:hAnsi="Arial" w:cs="Arial"/>
        <w:sz w:val="14"/>
        <w:szCs w:val="14"/>
      </w:rPr>
      <w:t>Pre</w:t>
    </w:r>
    <w:r w:rsidR="00D20BF8">
      <w:rPr>
        <w:rFonts w:ascii="Arial" w:hAnsi="Arial" w:cs="Arial"/>
        <w:sz w:val="14"/>
        <w:szCs w:val="14"/>
      </w:rPr>
      <w:t>ssesprecherin</w:t>
    </w:r>
  </w:p>
  <w:p w14:paraId="16D3EC33" w14:textId="77777777" w:rsidR="0093418D" w:rsidRPr="00553792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553792">
      <w:rPr>
        <w:rFonts w:ascii="Arial" w:hAnsi="Arial" w:cs="Arial"/>
        <w:sz w:val="14"/>
        <w:szCs w:val="14"/>
      </w:rPr>
      <w:t>Tel. +49 7931 493-10399</w:t>
    </w:r>
  </w:p>
  <w:p w14:paraId="16D3EC34" w14:textId="77777777" w:rsidR="0093418D" w:rsidRPr="00E62A37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E62A37">
      <w:rPr>
        <w:rFonts w:ascii="Arial" w:hAnsi="Arial" w:cs="Arial"/>
        <w:sz w:val="14"/>
        <w:szCs w:val="14"/>
      </w:rPr>
      <w:t>Fax +49 7931 493-10301</w:t>
    </w:r>
  </w:p>
  <w:p w14:paraId="16D3EC35" w14:textId="77777777" w:rsidR="0093418D" w:rsidRPr="000613E1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0613E1">
      <w:rPr>
        <w:rFonts w:ascii="Arial" w:hAnsi="Arial" w:cs="Arial"/>
        <w:sz w:val="14"/>
        <w:szCs w:val="14"/>
      </w:rPr>
      <w:t>E-Mail: sabine.maier@wittenstein.de</w:t>
    </w:r>
  </w:p>
  <w:p w14:paraId="16D3EC36" w14:textId="77777777" w:rsidR="0093418D" w:rsidRPr="006171F0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6171F0">
      <w:rPr>
        <w:rFonts w:ascii="Arial" w:hAnsi="Arial" w:cs="Arial"/>
        <w:b/>
        <w:sz w:val="14"/>
        <w:szCs w:val="14"/>
      </w:rPr>
      <w:t>www.wittenstein.de</w:t>
    </w:r>
  </w:p>
  <w:p w14:paraId="16D3EC37" w14:textId="77777777" w:rsidR="0093418D" w:rsidRPr="00F078CD" w:rsidRDefault="001268FB" w:rsidP="0093418D">
    <w:pPr>
      <w:framePr w:w="1537" w:h="181" w:hSpace="142" w:wrap="around" w:vAnchor="text" w:hAnchor="page" w:x="9007" w:y="13816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WITTENSTEIN SE</w:t>
    </w:r>
  </w:p>
  <w:p w14:paraId="16D3EC38" w14:textId="77777777" w:rsidR="0093418D" w:rsidRDefault="00CC6A45" w:rsidP="0093418D">
    <w:pPr>
      <w:pStyle w:val="Kopfzeile"/>
    </w:pPr>
    <w:r>
      <w:rPr>
        <w:noProof/>
        <w:lang w:eastAsia="zh-CN"/>
      </w:rPr>
      <mc:AlternateContent>
        <mc:Choice Requires="wpg">
          <w:drawing>
            <wp:anchor distT="0" distB="0" distL="114300" distR="114300" simplePos="0" relativeHeight="251665408" behindDoc="1" locked="1" layoutInCell="0" allowOverlap="0" wp14:anchorId="16D3EC52" wp14:editId="16D3EC53">
              <wp:simplePos x="0" y="0"/>
              <wp:positionH relativeFrom="column">
                <wp:posOffset>4680585</wp:posOffset>
              </wp:positionH>
              <wp:positionV relativeFrom="page">
                <wp:posOffset>236220</wp:posOffset>
              </wp:positionV>
              <wp:extent cx="1485900" cy="10173335"/>
              <wp:effectExtent l="0" t="0" r="0" b="18415"/>
              <wp:wrapNone/>
              <wp:docPr id="13" name="Gruppieren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485900" cy="10173335"/>
                        <a:chOff x="2333296" y="-43811"/>
                        <a:chExt cx="1485900" cy="10172700"/>
                      </a:xfrm>
                    </wpg:grpSpPr>
                    <wps:wsp>
                      <wps:cNvPr id="14" name="Line 5"/>
                      <wps:cNvCnPr>
                        <a:cxnSpLocks noChangeShapeType="1"/>
                      </wps:cNvCnPr>
                      <wps:spPr bwMode="auto">
                        <a:xfrm>
                          <a:off x="2333296" y="-43811"/>
                          <a:ext cx="0" cy="101727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6"/>
                      <wps:cNvCnPr>
                        <a:cxnSpLocks noChangeShapeType="1"/>
                      </wps:cNvCnPr>
                      <wps:spPr bwMode="auto">
                        <a:xfrm>
                          <a:off x="2333296" y="9080938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8766156" id="Gruppieren 13" o:spid="_x0000_s1026" style="position:absolute;margin-left:368.55pt;margin-top:18.6pt;width:117pt;height:801.05pt;z-index:-251651072;mso-position-vertical-relative:page;mso-width-relative:margin;mso-height-relative:margin" coordorigin="23332,-438" coordsize="14859,101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" strokeweight=".25pt"/>
              <w10:wrap anchory="page"/>
              <w10:anchorlock/>
            </v:group>
          </w:pict>
        </mc:Fallback>
      </mc:AlternateContent>
    </w:r>
  </w:p>
  <w:p w14:paraId="16D3EC39" w14:textId="77777777" w:rsidR="0093418D" w:rsidRDefault="0093418D" w:rsidP="0093418D"/>
  <w:p w14:paraId="16D3EC3A" w14:textId="77777777" w:rsidR="0093418D" w:rsidRDefault="0093418D" w:rsidP="0093418D">
    <w:pPr>
      <w:pStyle w:val="Kopfzeile"/>
    </w:pPr>
  </w:p>
  <w:p w14:paraId="16D3EC3B" w14:textId="77777777" w:rsidR="0093418D" w:rsidRDefault="0093418D" w:rsidP="0093418D"/>
  <w:p w14:paraId="16D3EC3C" w14:textId="77777777" w:rsidR="0093418D" w:rsidRDefault="0093418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3EC3E" w14:textId="1924DC04" w:rsidR="00B674B2" w:rsidRPr="003801B9" w:rsidRDefault="00464CB3" w:rsidP="00C3208E">
    <w:pPr>
      <w:framePr w:w="1355" w:h="907" w:hSpace="142" w:wrap="around" w:vAnchor="page" w:hAnchor="page" w:x="9007" w:y="4321" w:anchorLock="1"/>
      <w:spacing w:line="260" w:lineRule="exact"/>
      <w:rPr>
        <w:rFonts w:ascii="Arial" w:hAnsi="Arial" w:cs="Arial"/>
      </w:rPr>
    </w:pPr>
    <w:r>
      <w:rPr>
        <w:rFonts w:ascii="Arial" w:hAnsi="Arial" w:cs="Arial"/>
        <w:sz w:val="14"/>
        <w:szCs w:val="14"/>
      </w:rPr>
      <w:t>23</w:t>
    </w:r>
    <w:r w:rsidR="002B60D1">
      <w:rPr>
        <w:rFonts w:ascii="Arial" w:hAnsi="Arial" w:cs="Arial"/>
        <w:sz w:val="14"/>
        <w:szCs w:val="14"/>
      </w:rPr>
      <w:t xml:space="preserve">. </w:t>
    </w:r>
    <w:r>
      <w:rPr>
        <w:rFonts w:ascii="Arial" w:hAnsi="Arial" w:cs="Arial"/>
        <w:sz w:val="14"/>
        <w:szCs w:val="14"/>
      </w:rPr>
      <w:t>November</w:t>
    </w:r>
    <w:r w:rsidR="002B60D1">
      <w:rPr>
        <w:rFonts w:ascii="Arial" w:hAnsi="Arial" w:cs="Arial"/>
        <w:sz w:val="14"/>
        <w:szCs w:val="14"/>
      </w:rPr>
      <w:t xml:space="preserve"> 2017</w:t>
    </w:r>
  </w:p>
  <w:p w14:paraId="16D3EC3F" w14:textId="77777777" w:rsidR="00B674B2" w:rsidRPr="003801B9" w:rsidRDefault="00D20BF8" w:rsidP="0093418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14:paraId="16D3EC40" w14:textId="77777777" w:rsidR="00B674B2" w:rsidRPr="003801B9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3801B9">
      <w:rPr>
        <w:rFonts w:ascii="Arial" w:hAnsi="Arial" w:cs="Arial"/>
        <w:sz w:val="14"/>
        <w:szCs w:val="14"/>
      </w:rPr>
      <w:t>Walter-Wittenstein-Straße 1</w:t>
    </w:r>
  </w:p>
  <w:p w14:paraId="16D3EC41" w14:textId="77777777" w:rsidR="00B674B2" w:rsidRPr="00196D4D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 xml:space="preserve">97999 </w:t>
    </w:r>
    <w:proofErr w:type="spellStart"/>
    <w:r w:rsidRPr="00196D4D">
      <w:rPr>
        <w:rFonts w:ascii="Arial" w:hAnsi="Arial" w:cs="Arial"/>
        <w:sz w:val="14"/>
        <w:szCs w:val="14"/>
      </w:rPr>
      <w:t>Igersheim</w:t>
    </w:r>
    <w:proofErr w:type="spellEnd"/>
    <w:r w:rsidRPr="00196D4D">
      <w:rPr>
        <w:rFonts w:ascii="Arial" w:hAnsi="Arial" w:cs="Arial"/>
        <w:sz w:val="14"/>
        <w:szCs w:val="14"/>
      </w:rPr>
      <w:t xml:space="preserve"> ∙ Germany</w:t>
    </w:r>
  </w:p>
  <w:p w14:paraId="16D3EC42" w14:textId="77777777" w:rsidR="00B674B2" w:rsidRPr="00196D4D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14:paraId="16D3EC43" w14:textId="77777777" w:rsidR="00B674B2" w:rsidRPr="00D20BF8" w:rsidRDefault="00D20BF8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 w:rsidRPr="00D20BF8">
      <w:rPr>
        <w:rFonts w:ascii="Arial" w:hAnsi="Arial" w:cs="Arial"/>
        <w:b/>
        <w:sz w:val="14"/>
        <w:szCs w:val="14"/>
      </w:rPr>
      <w:t>Kontakt</w:t>
    </w:r>
    <w:r w:rsidR="00B674B2" w:rsidRPr="00D20BF8">
      <w:rPr>
        <w:rFonts w:ascii="Arial" w:hAnsi="Arial" w:cs="Arial"/>
        <w:b/>
        <w:sz w:val="14"/>
        <w:szCs w:val="14"/>
      </w:rPr>
      <w:t>: Sabine Maier</w:t>
    </w:r>
  </w:p>
  <w:p w14:paraId="16D3EC44" w14:textId="77777777" w:rsidR="00B674B2" w:rsidRPr="00D20BF8" w:rsidRDefault="00D20BF8" w:rsidP="00D20BF8">
    <w:pPr>
      <w:framePr w:w="2336" w:h="1627" w:hSpace="142" w:wrap="around" w:vAnchor="page" w:hAnchor="page" w:x="8971" w:y="14919" w:anchorLock="1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Pressesprecherin</w:t>
    </w:r>
  </w:p>
  <w:p w14:paraId="16D3EC45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Tel. +49 7931 493-10399</w:t>
    </w:r>
  </w:p>
  <w:p w14:paraId="16D3EC46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Fax +49 7931 493-10301</w:t>
    </w:r>
  </w:p>
  <w:p w14:paraId="16D3EC47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E-Mail: sabine.maier@wittenstein.de</w:t>
    </w:r>
  </w:p>
  <w:p w14:paraId="16D3EC48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D20BF8">
      <w:rPr>
        <w:rFonts w:ascii="Arial" w:hAnsi="Arial" w:cs="Arial"/>
        <w:b/>
        <w:sz w:val="14"/>
        <w:szCs w:val="14"/>
      </w:rPr>
      <w:t>www.wittenstein.de</w:t>
    </w:r>
  </w:p>
  <w:p w14:paraId="16D3EC49" w14:textId="77777777" w:rsidR="008B5073" w:rsidRPr="00A22558" w:rsidRDefault="008B5073" w:rsidP="008B5073">
    <w:pPr>
      <w:framePr w:w="2563" w:h="1803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  <w:r w:rsidRPr="00A22558">
      <w:rPr>
        <w:rFonts w:ascii="ArialMT" w:hAnsi="ArialMT"/>
        <w:color w:val="000000"/>
        <w:spacing w:val="2"/>
        <w:sz w:val="14"/>
        <w:szCs w:val="14"/>
        <w:lang w:bidi="x-none"/>
      </w:rPr>
      <w:t>Die WITTENSTEIN SE entwickelt kundenspezifische Produkte, Systeme und Lösungen für hochdynamische Bewegung, präziseste Positionierung und intelligente Vernetzung in der mechatronischen Antriebstechnik.</w:t>
    </w:r>
  </w:p>
  <w:p w14:paraId="16D3EC4A" w14:textId="77777777" w:rsidR="00AF24D9" w:rsidRDefault="00AF24D9" w:rsidP="00D20BF8">
    <w:pPr>
      <w:framePr w:w="2563" w:h="1803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noProof/>
        <w:lang w:eastAsia="de-DE"/>
      </w:rPr>
    </w:pPr>
  </w:p>
  <w:p w14:paraId="16D3EC4B" w14:textId="77777777" w:rsidR="00AF24D9" w:rsidRDefault="00AF24D9" w:rsidP="00D20BF8">
    <w:pPr>
      <w:framePr w:w="2563" w:h="1803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noProof/>
        <w:lang w:eastAsia="de-DE"/>
      </w:rPr>
    </w:pPr>
  </w:p>
  <w:p w14:paraId="16D3EC4C" w14:textId="77777777" w:rsidR="005756EF" w:rsidRPr="00D20BF8" w:rsidRDefault="00AF24D9" w:rsidP="00D20BF8">
    <w:pPr>
      <w:framePr w:w="2563" w:h="1803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color w:val="000000"/>
        <w:spacing w:val="2"/>
        <w:sz w:val="14"/>
      </w:rPr>
    </w:pPr>
    <w:r>
      <w:rPr>
        <w:noProof/>
        <w:lang w:eastAsia="de-DE"/>
      </w:rPr>
      <w:t xml:space="preserve">     </w:t>
    </w:r>
    <w:r>
      <w:rPr>
        <w:noProof/>
        <w:lang w:eastAsia="zh-CN"/>
      </w:rPr>
      <w:drawing>
        <wp:inline distT="0" distB="0" distL="0" distR="0" wp14:anchorId="16D3EC54" wp14:editId="16D3EC55">
          <wp:extent cx="860425" cy="832656"/>
          <wp:effectExtent l="0" t="0" r="0" b="5715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ITBONE_App_Hand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0425" cy="8326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D3EC4D" w14:textId="77777777" w:rsidR="005756EF" w:rsidRPr="00DD3C69" w:rsidRDefault="00AF24D9" w:rsidP="008B5073">
    <w:pPr>
      <w:framePr w:w="2493" w:h="187" w:hSpace="142" w:wrap="around" w:vAnchor="page" w:hAnchor="page" w:x="8969" w:y="9141" w:anchorLock="1"/>
      <w:rPr>
        <w:rFonts w:ascii="Arial" w:hAnsi="Arial" w:cs="Arial"/>
        <w:color w:val="FF0000"/>
      </w:rPr>
    </w:pPr>
    <w:r>
      <w:rPr>
        <w:rFonts w:ascii="Arial" w:hAnsi="Arial" w:cs="Arial"/>
        <w:sz w:val="14"/>
        <w:szCs w:val="14"/>
      </w:rPr>
      <w:t>Die neue</w:t>
    </w:r>
    <w:r w:rsidR="002B60D1">
      <w:rPr>
        <w:rFonts w:ascii="Arial" w:hAnsi="Arial" w:cs="Arial"/>
        <w:sz w:val="14"/>
        <w:szCs w:val="14"/>
      </w:rPr>
      <w:t xml:space="preserve"> FITBONE</w:t>
    </w:r>
    <w:r w:rsidRPr="00B440B3">
      <w:rPr>
        <w:sz w:val="20"/>
        <w:szCs w:val="20"/>
        <w:vertAlign w:val="superscript"/>
      </w:rPr>
      <w:t>®</w:t>
    </w:r>
    <w:r w:rsidR="002B60D1">
      <w:rPr>
        <w:rFonts w:ascii="Arial" w:hAnsi="Arial" w:cs="Arial"/>
        <w:sz w:val="14"/>
        <w:szCs w:val="14"/>
      </w:rPr>
      <w:t xml:space="preserve"> App</w:t>
    </w:r>
    <w:r>
      <w:rPr>
        <w:rFonts w:ascii="Arial" w:hAnsi="Arial" w:cs="Arial"/>
        <w:sz w:val="14"/>
        <w:szCs w:val="14"/>
      </w:rPr>
      <w:t xml:space="preserve"> begleitet und dokumentiert den Behandlungsprozess. </w:t>
    </w:r>
  </w:p>
  <w:p w14:paraId="16D3EC4E" w14:textId="77777777" w:rsidR="005756EF" w:rsidRPr="00F078CD" w:rsidRDefault="001268FB" w:rsidP="005756EF">
    <w:pPr>
      <w:framePr w:w="1537" w:h="181" w:hSpace="142" w:wrap="around" w:vAnchor="text" w:hAnchor="page" w:x="9007" w:y="13816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WITTENSTEIN SE</w:t>
    </w:r>
  </w:p>
  <w:p w14:paraId="16D3EC4F" w14:textId="77777777" w:rsidR="00551561" w:rsidRDefault="00CC6A45">
    <w:pPr>
      <w:pStyle w:val="Kopfzeile"/>
    </w:pPr>
    <w:r>
      <w:rPr>
        <w:noProof/>
        <w:lang w:eastAsia="zh-CN"/>
      </w:rPr>
      <mc:AlternateContent>
        <mc:Choice Requires="wpg">
          <w:drawing>
            <wp:anchor distT="0" distB="0" distL="114300" distR="114300" simplePos="0" relativeHeight="251661312" behindDoc="1" locked="1" layoutInCell="0" allowOverlap="0" wp14:anchorId="16D3EC56" wp14:editId="16D3EC57">
              <wp:simplePos x="0" y="0"/>
              <wp:positionH relativeFrom="column">
                <wp:posOffset>2346960</wp:posOffset>
              </wp:positionH>
              <wp:positionV relativeFrom="page">
                <wp:posOffset>239395</wp:posOffset>
              </wp:positionV>
              <wp:extent cx="3819525" cy="10173335"/>
              <wp:effectExtent l="0" t="0" r="9525" b="18415"/>
              <wp:wrapNone/>
              <wp:docPr id="5" name="Gruppieren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819525" cy="10173335"/>
                        <a:chOff x="0" y="-43811"/>
                        <a:chExt cx="3819196" cy="10172700"/>
                      </a:xfrm>
                    </wpg:grpSpPr>
                    <wps:wsp>
                      <wps:cNvPr id="1" name="Line 5"/>
                      <wps:cNvCnPr>
                        <a:cxnSpLocks noChangeShapeType="1"/>
                      </wps:cNvCnPr>
                      <wps:spPr bwMode="auto">
                        <a:xfrm>
                          <a:off x="2333296" y="-43811"/>
                          <a:ext cx="0" cy="101727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" name="Line 6"/>
                      <wps:cNvCnPr>
                        <a:cxnSpLocks noChangeShapeType="1"/>
                      </wps:cNvCnPr>
                      <wps:spPr bwMode="auto">
                        <a:xfrm>
                          <a:off x="2333296" y="9080938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1" name="Bild 11" descr="Wittenstein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89187"/>
                          <a:ext cx="1119351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7E2A726" id="Gruppieren 5" o:spid="_x0000_s1026" style="position:absolute;margin-left:184.8pt;margin-top:18.85pt;width:300.75pt;height:801.05pt;z-index:-251655168;mso-position-vertical-relative:page;mso-width-relative:margin;mso-height-relative:margin" coordorigin=",-438" coordsize="38191,1017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" strokeweight=".25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d 11" o:spid="_x0000_s1029" type="#_x0000_t75" alt="Wittenstein" style="position:absolute;top:1891;width:11193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">
                <v:imagedata r:id="rId3" o:title="Wittenstein"/>
                <v:path arrowok="t"/>
              </v:shape>
              <w10:wrap anchory="page"/>
              <w10:anchorlock/>
            </v:group>
          </w:pict>
        </mc:Fallback>
      </mc:AlternateContent>
    </w:r>
  </w:p>
  <w:p w14:paraId="16D3EC50" w14:textId="77777777" w:rsidR="00B23BAB" w:rsidRDefault="00B23BA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62C60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00046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26831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366A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C782D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886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645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6AF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E9AE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55617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8581D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9292DF9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930398E"/>
    <w:multiLevelType w:val="multilevel"/>
    <w:tmpl w:val="33B06E7A"/>
    <w:styleLink w:val="Listenformatvorlage2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20"/>
        </w:tabs>
        <w:ind w:left="1120" w:hanging="55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55"/>
        </w:tabs>
        <w:ind w:left="2055" w:hanging="9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523" w:hanging="11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91"/>
        </w:tabs>
        <w:ind w:left="2991" w:hanging="129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59"/>
        </w:tabs>
        <w:ind w:left="3459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26"/>
        </w:tabs>
        <w:ind w:left="3926" w:hanging="1658"/>
      </w:pPr>
      <w:rPr>
        <w:rFonts w:hint="default"/>
      </w:rPr>
    </w:lvl>
  </w:abstractNum>
  <w:abstractNum w:abstractNumId="13" w15:restartNumberingAfterBreak="0">
    <w:nsid w:val="095B1FE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0BC23EC5"/>
    <w:multiLevelType w:val="hybridMultilevel"/>
    <w:tmpl w:val="A4002164"/>
    <w:lvl w:ilvl="0" w:tplc="6898313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D06F8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5823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EB5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8A018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6A7D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945DD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F6652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6E18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3E3A8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4D11A50"/>
    <w:multiLevelType w:val="multilevel"/>
    <w:tmpl w:val="F0DA77E2"/>
    <w:styleLink w:val="Listenformatvorlage3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2.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0"/>
        </w:tabs>
        <w:ind w:left="680" w:hanging="680"/>
      </w:pPr>
      <w:rPr>
        <w:rFonts w:hint="default"/>
      </w:rPr>
    </w:lvl>
  </w:abstractNum>
  <w:abstractNum w:abstractNumId="17" w15:restartNumberingAfterBreak="0">
    <w:nsid w:val="26CF1274"/>
    <w:multiLevelType w:val="hybridMultilevel"/>
    <w:tmpl w:val="36582F5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3646CD"/>
    <w:multiLevelType w:val="multilevel"/>
    <w:tmpl w:val="FBCA3F2A"/>
    <w:numStyleLink w:val="Listenformatvorlage1"/>
  </w:abstractNum>
  <w:abstractNum w:abstractNumId="19" w15:restartNumberingAfterBreak="0">
    <w:nsid w:val="315B1E1B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32EB1CE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57A5453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9006DC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5B158E4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5C851F7"/>
    <w:multiLevelType w:val="hybridMultilevel"/>
    <w:tmpl w:val="5BF084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CF284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B5D72BD"/>
    <w:multiLevelType w:val="hybridMultilevel"/>
    <w:tmpl w:val="818C6436"/>
    <w:lvl w:ilvl="0" w:tplc="0B5ADCC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F33461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5BD307E5"/>
    <w:multiLevelType w:val="multilevel"/>
    <w:tmpl w:val="FBCA3F2A"/>
    <w:styleLink w:val="Listenformatvorlage1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11"/>
        </w:tabs>
        <w:ind w:left="411" w:hanging="4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48"/>
        </w:tabs>
        <w:ind w:left="1148" w:hanging="114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32"/>
        </w:tabs>
        <w:ind w:left="1332" w:hanging="133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17"/>
        </w:tabs>
        <w:ind w:left="1517" w:hanging="151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01"/>
        </w:tabs>
        <w:ind w:left="1701" w:hanging="1701"/>
      </w:pPr>
      <w:rPr>
        <w:rFonts w:hint="default"/>
      </w:rPr>
    </w:lvl>
  </w:abstractNum>
  <w:abstractNum w:abstractNumId="29" w15:restartNumberingAfterBreak="0">
    <w:nsid w:val="5D275E74"/>
    <w:multiLevelType w:val="hybridMultilevel"/>
    <w:tmpl w:val="919C9D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C94449"/>
    <w:multiLevelType w:val="hybridMultilevel"/>
    <w:tmpl w:val="96E08550"/>
    <w:lvl w:ilvl="0" w:tplc="672C581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785C00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E107329"/>
    <w:multiLevelType w:val="multilevel"/>
    <w:tmpl w:val="6AFCC386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2"/>
  </w:num>
  <w:num w:numId="2">
    <w:abstractNumId w:val="20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5"/>
  </w:num>
  <w:num w:numId="15">
    <w:abstractNumId w:val="10"/>
  </w:num>
  <w:num w:numId="16">
    <w:abstractNumId w:val="31"/>
  </w:num>
  <w:num w:numId="17">
    <w:abstractNumId w:val="15"/>
  </w:num>
  <w:num w:numId="18">
    <w:abstractNumId w:val="23"/>
  </w:num>
  <w:num w:numId="19">
    <w:abstractNumId w:val="27"/>
  </w:num>
  <w:num w:numId="20">
    <w:abstractNumId w:val="11"/>
  </w:num>
  <w:num w:numId="21">
    <w:abstractNumId w:val="21"/>
  </w:num>
  <w:num w:numId="22">
    <w:abstractNumId w:val="32"/>
  </w:num>
  <w:num w:numId="23">
    <w:abstractNumId w:val="19"/>
  </w:num>
  <w:num w:numId="24">
    <w:abstractNumId w:val="28"/>
  </w:num>
  <w:num w:numId="25">
    <w:abstractNumId w:val="12"/>
  </w:num>
  <w:num w:numId="26">
    <w:abstractNumId w:val="16"/>
  </w:num>
  <w:num w:numId="27">
    <w:abstractNumId w:val="17"/>
  </w:num>
  <w:num w:numId="28">
    <w:abstractNumId w:val="18"/>
  </w:num>
  <w:num w:numId="29">
    <w:abstractNumId w:val="14"/>
  </w:num>
  <w:num w:numId="30">
    <w:abstractNumId w:val="29"/>
  </w:num>
  <w:num w:numId="31">
    <w:abstractNumId w:val="24"/>
  </w:num>
  <w:num w:numId="32">
    <w:abstractNumId w:val="30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proofState w:spelling="clean" w:grammar="clean"/>
  <w:attachedTemplate r:id="rId1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8BF"/>
    <w:rsid w:val="000049DB"/>
    <w:rsid w:val="000079F9"/>
    <w:rsid w:val="00021079"/>
    <w:rsid w:val="00037253"/>
    <w:rsid w:val="00040699"/>
    <w:rsid w:val="000613E1"/>
    <w:rsid w:val="00080F9B"/>
    <w:rsid w:val="0009490E"/>
    <w:rsid w:val="00096D5D"/>
    <w:rsid w:val="000E34EF"/>
    <w:rsid w:val="000E621B"/>
    <w:rsid w:val="000F2F07"/>
    <w:rsid w:val="0010111B"/>
    <w:rsid w:val="00121630"/>
    <w:rsid w:val="001268FB"/>
    <w:rsid w:val="00135091"/>
    <w:rsid w:val="001577E2"/>
    <w:rsid w:val="001631C8"/>
    <w:rsid w:val="001735C1"/>
    <w:rsid w:val="001802E3"/>
    <w:rsid w:val="00187BC7"/>
    <w:rsid w:val="00191663"/>
    <w:rsid w:val="00196D4D"/>
    <w:rsid w:val="001B5B84"/>
    <w:rsid w:val="001C181D"/>
    <w:rsid w:val="00211A11"/>
    <w:rsid w:val="00224615"/>
    <w:rsid w:val="00286EEB"/>
    <w:rsid w:val="002B60D1"/>
    <w:rsid w:val="002C1E85"/>
    <w:rsid w:val="002C4FDD"/>
    <w:rsid w:val="002D1238"/>
    <w:rsid w:val="002D3DCA"/>
    <w:rsid w:val="002F263B"/>
    <w:rsid w:val="002F7CC2"/>
    <w:rsid w:val="003032AF"/>
    <w:rsid w:val="00306FB3"/>
    <w:rsid w:val="00316FF2"/>
    <w:rsid w:val="00321EB2"/>
    <w:rsid w:val="003477DD"/>
    <w:rsid w:val="00351AFB"/>
    <w:rsid w:val="0035237C"/>
    <w:rsid w:val="0035449C"/>
    <w:rsid w:val="00364EC8"/>
    <w:rsid w:val="00367218"/>
    <w:rsid w:val="00374372"/>
    <w:rsid w:val="003801B9"/>
    <w:rsid w:val="0039170C"/>
    <w:rsid w:val="00394471"/>
    <w:rsid w:val="003B0DD5"/>
    <w:rsid w:val="003B41D0"/>
    <w:rsid w:val="003C47C8"/>
    <w:rsid w:val="003E25F2"/>
    <w:rsid w:val="0040482A"/>
    <w:rsid w:val="00404C0A"/>
    <w:rsid w:val="00422C30"/>
    <w:rsid w:val="004427DB"/>
    <w:rsid w:val="00457708"/>
    <w:rsid w:val="0046023D"/>
    <w:rsid w:val="00460856"/>
    <w:rsid w:val="00461796"/>
    <w:rsid w:val="00462B95"/>
    <w:rsid w:val="00464CB3"/>
    <w:rsid w:val="00475852"/>
    <w:rsid w:val="00491CAD"/>
    <w:rsid w:val="00493D88"/>
    <w:rsid w:val="004C1391"/>
    <w:rsid w:val="004C312D"/>
    <w:rsid w:val="004F322E"/>
    <w:rsid w:val="00502B7D"/>
    <w:rsid w:val="00515472"/>
    <w:rsid w:val="00520C43"/>
    <w:rsid w:val="005235F3"/>
    <w:rsid w:val="0052362E"/>
    <w:rsid w:val="0053585A"/>
    <w:rsid w:val="00551561"/>
    <w:rsid w:val="00565C0E"/>
    <w:rsid w:val="00571450"/>
    <w:rsid w:val="00572ED0"/>
    <w:rsid w:val="005733C4"/>
    <w:rsid w:val="005756EF"/>
    <w:rsid w:val="00580142"/>
    <w:rsid w:val="00584D23"/>
    <w:rsid w:val="005861D1"/>
    <w:rsid w:val="005A08BF"/>
    <w:rsid w:val="005C09E4"/>
    <w:rsid w:val="005E4734"/>
    <w:rsid w:val="00611A52"/>
    <w:rsid w:val="0061515B"/>
    <w:rsid w:val="00663D51"/>
    <w:rsid w:val="006716C1"/>
    <w:rsid w:val="00676FEA"/>
    <w:rsid w:val="00681E49"/>
    <w:rsid w:val="0069402F"/>
    <w:rsid w:val="00696787"/>
    <w:rsid w:val="006B21E8"/>
    <w:rsid w:val="006B3925"/>
    <w:rsid w:val="006B3C0F"/>
    <w:rsid w:val="006C6E12"/>
    <w:rsid w:val="006E561A"/>
    <w:rsid w:val="007204A6"/>
    <w:rsid w:val="00721547"/>
    <w:rsid w:val="00723E8E"/>
    <w:rsid w:val="00732371"/>
    <w:rsid w:val="00732AFB"/>
    <w:rsid w:val="00732EEC"/>
    <w:rsid w:val="0075229B"/>
    <w:rsid w:val="0075277F"/>
    <w:rsid w:val="00767272"/>
    <w:rsid w:val="00775B19"/>
    <w:rsid w:val="00787015"/>
    <w:rsid w:val="007930F8"/>
    <w:rsid w:val="007A5A78"/>
    <w:rsid w:val="007B2745"/>
    <w:rsid w:val="007C23EE"/>
    <w:rsid w:val="007D3C79"/>
    <w:rsid w:val="007D451E"/>
    <w:rsid w:val="007D5EE7"/>
    <w:rsid w:val="007D7CA5"/>
    <w:rsid w:val="007F373B"/>
    <w:rsid w:val="00803E65"/>
    <w:rsid w:val="008162F2"/>
    <w:rsid w:val="00826DE5"/>
    <w:rsid w:val="00875AAB"/>
    <w:rsid w:val="00877EB9"/>
    <w:rsid w:val="0088602E"/>
    <w:rsid w:val="008B1946"/>
    <w:rsid w:val="008B5073"/>
    <w:rsid w:val="008D220C"/>
    <w:rsid w:val="0090128D"/>
    <w:rsid w:val="009168DA"/>
    <w:rsid w:val="0092085E"/>
    <w:rsid w:val="00924048"/>
    <w:rsid w:val="0093418D"/>
    <w:rsid w:val="00943335"/>
    <w:rsid w:val="00946A59"/>
    <w:rsid w:val="00947C62"/>
    <w:rsid w:val="00972B77"/>
    <w:rsid w:val="00991D35"/>
    <w:rsid w:val="00995F4C"/>
    <w:rsid w:val="009B3DCE"/>
    <w:rsid w:val="009B6EA3"/>
    <w:rsid w:val="009B7362"/>
    <w:rsid w:val="009D3062"/>
    <w:rsid w:val="009D42FA"/>
    <w:rsid w:val="009F5A29"/>
    <w:rsid w:val="00A01BA8"/>
    <w:rsid w:val="00A52097"/>
    <w:rsid w:val="00A53880"/>
    <w:rsid w:val="00A5395A"/>
    <w:rsid w:val="00A601FF"/>
    <w:rsid w:val="00A610BD"/>
    <w:rsid w:val="00AB03C5"/>
    <w:rsid w:val="00AF24D9"/>
    <w:rsid w:val="00AF69ED"/>
    <w:rsid w:val="00B06C8F"/>
    <w:rsid w:val="00B119C6"/>
    <w:rsid w:val="00B2003F"/>
    <w:rsid w:val="00B20629"/>
    <w:rsid w:val="00B23BAB"/>
    <w:rsid w:val="00B27296"/>
    <w:rsid w:val="00B374FD"/>
    <w:rsid w:val="00B440B3"/>
    <w:rsid w:val="00B674B2"/>
    <w:rsid w:val="00BC3027"/>
    <w:rsid w:val="00BC57CE"/>
    <w:rsid w:val="00BC78C1"/>
    <w:rsid w:val="00BE7021"/>
    <w:rsid w:val="00BF5603"/>
    <w:rsid w:val="00C018C1"/>
    <w:rsid w:val="00C3208E"/>
    <w:rsid w:val="00C32AB8"/>
    <w:rsid w:val="00C3410D"/>
    <w:rsid w:val="00C40A56"/>
    <w:rsid w:val="00C45C64"/>
    <w:rsid w:val="00C62472"/>
    <w:rsid w:val="00C858D0"/>
    <w:rsid w:val="00C964AC"/>
    <w:rsid w:val="00CB6B8E"/>
    <w:rsid w:val="00CC6A45"/>
    <w:rsid w:val="00CC7B61"/>
    <w:rsid w:val="00CD0E2F"/>
    <w:rsid w:val="00CE438C"/>
    <w:rsid w:val="00CF04EB"/>
    <w:rsid w:val="00CF3A9A"/>
    <w:rsid w:val="00D141D1"/>
    <w:rsid w:val="00D20BF8"/>
    <w:rsid w:val="00D258AD"/>
    <w:rsid w:val="00D320C5"/>
    <w:rsid w:val="00D55EA7"/>
    <w:rsid w:val="00D66B69"/>
    <w:rsid w:val="00D804D3"/>
    <w:rsid w:val="00D84CA6"/>
    <w:rsid w:val="00D860CA"/>
    <w:rsid w:val="00DC5E12"/>
    <w:rsid w:val="00DD3C69"/>
    <w:rsid w:val="00DF442F"/>
    <w:rsid w:val="00DF603E"/>
    <w:rsid w:val="00E15530"/>
    <w:rsid w:val="00E200AF"/>
    <w:rsid w:val="00E24D87"/>
    <w:rsid w:val="00E25A17"/>
    <w:rsid w:val="00E402EC"/>
    <w:rsid w:val="00E437A3"/>
    <w:rsid w:val="00E43C70"/>
    <w:rsid w:val="00E50780"/>
    <w:rsid w:val="00E52DCD"/>
    <w:rsid w:val="00E55123"/>
    <w:rsid w:val="00E6035D"/>
    <w:rsid w:val="00E6181A"/>
    <w:rsid w:val="00E62568"/>
    <w:rsid w:val="00E63DEB"/>
    <w:rsid w:val="00E7330C"/>
    <w:rsid w:val="00E85F38"/>
    <w:rsid w:val="00E87A7D"/>
    <w:rsid w:val="00EB3FF9"/>
    <w:rsid w:val="00EB5615"/>
    <w:rsid w:val="00EE24F4"/>
    <w:rsid w:val="00EE68F7"/>
    <w:rsid w:val="00EF5998"/>
    <w:rsid w:val="00F007ED"/>
    <w:rsid w:val="00F035A4"/>
    <w:rsid w:val="00F12E65"/>
    <w:rsid w:val="00F1308B"/>
    <w:rsid w:val="00F26EC3"/>
    <w:rsid w:val="00F27FC8"/>
    <w:rsid w:val="00F41791"/>
    <w:rsid w:val="00F60C96"/>
    <w:rsid w:val="00F628B7"/>
    <w:rsid w:val="00F7185D"/>
    <w:rsid w:val="00F71B0D"/>
    <w:rsid w:val="00F74020"/>
    <w:rsid w:val="00F76AEE"/>
    <w:rsid w:val="00FA2821"/>
    <w:rsid w:val="00FB7BBB"/>
    <w:rsid w:val="00FF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6D3EBED"/>
  <w15:docId w15:val="{CFDF62EB-51FE-4E73-85CE-0AE55883F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0BF8"/>
    <w:pPr>
      <w:spacing w:after="0" w:line="264" w:lineRule="auto"/>
    </w:pPr>
  </w:style>
  <w:style w:type="paragraph" w:styleId="berschrift1">
    <w:name w:val="heading 1"/>
    <w:aliases w:val="1. Überschrift"/>
    <w:basedOn w:val="Standard"/>
    <w:next w:val="Standard"/>
    <w:link w:val="berschrift1Zchn"/>
    <w:uiPriority w:val="9"/>
    <w:qFormat/>
    <w:rsid w:val="00995F4C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berschrift2">
    <w:name w:val="heading 2"/>
    <w:aliases w:val="2. Überschrift"/>
    <w:basedOn w:val="berschrift1"/>
    <w:next w:val="Standard"/>
    <w:link w:val="berschrift2Zchn"/>
    <w:uiPriority w:val="9"/>
    <w:unhideWhenUsed/>
    <w:qFormat/>
    <w:rsid w:val="00995F4C"/>
    <w:pPr>
      <w:spacing w:before="200"/>
      <w:outlineLvl w:val="1"/>
    </w:pPr>
    <w:rPr>
      <w:bCs w:val="0"/>
      <w:szCs w:val="26"/>
    </w:rPr>
  </w:style>
  <w:style w:type="paragraph" w:styleId="berschrift3">
    <w:name w:val="heading 3"/>
    <w:aliases w:val="3. Überschrift"/>
    <w:basedOn w:val="berschrift2"/>
    <w:next w:val="Standard"/>
    <w:link w:val="berschrift3Zchn"/>
    <w:uiPriority w:val="9"/>
    <w:semiHidden/>
    <w:unhideWhenUsed/>
    <w:qFormat/>
    <w:rsid w:val="00995F4C"/>
    <w:pPr>
      <w:outlineLvl w:val="2"/>
    </w:pPr>
    <w:rPr>
      <w:bCs/>
    </w:rPr>
  </w:style>
  <w:style w:type="paragraph" w:styleId="berschrift4">
    <w:name w:val="heading 4"/>
    <w:aliases w:val="4. Überschrift"/>
    <w:basedOn w:val="berschrift3"/>
    <w:next w:val="Standard"/>
    <w:link w:val="berschrift4Zchn"/>
    <w:uiPriority w:val="9"/>
    <w:semiHidden/>
    <w:unhideWhenUsed/>
    <w:qFormat/>
    <w:rsid w:val="00995F4C"/>
    <w:pPr>
      <w:outlineLvl w:val="3"/>
    </w:pPr>
    <w:rPr>
      <w:bCs w:val="0"/>
      <w:iCs/>
    </w:rPr>
  </w:style>
  <w:style w:type="paragraph" w:styleId="berschrift5">
    <w:name w:val="heading 5"/>
    <w:aliases w:val="5. Überschrift"/>
    <w:basedOn w:val="berschrift4"/>
    <w:next w:val="Standard"/>
    <w:link w:val="berschrift5Zchn"/>
    <w:uiPriority w:val="9"/>
    <w:semiHidden/>
    <w:unhideWhenUsed/>
    <w:qFormat/>
    <w:rsid w:val="00995F4C"/>
    <w:pPr>
      <w:outlineLvl w:val="4"/>
    </w:pPr>
  </w:style>
  <w:style w:type="paragraph" w:styleId="berschrift6">
    <w:name w:val="heading 6"/>
    <w:aliases w:val="6. Überschrift"/>
    <w:basedOn w:val="berschrift5"/>
    <w:next w:val="Standard"/>
    <w:link w:val="berschrift6Zchn"/>
    <w:uiPriority w:val="9"/>
    <w:semiHidden/>
    <w:unhideWhenUsed/>
    <w:qFormat/>
    <w:rsid w:val="00995F4C"/>
    <w:pPr>
      <w:outlineLvl w:val="5"/>
    </w:pPr>
    <w:rPr>
      <w:iCs w:val="0"/>
    </w:rPr>
  </w:style>
  <w:style w:type="paragraph" w:styleId="berschrift7">
    <w:name w:val="heading 7"/>
    <w:aliases w:val="7. Überschrift"/>
    <w:basedOn w:val="berschrift6"/>
    <w:next w:val="Standard"/>
    <w:link w:val="berschrift7Zchn"/>
    <w:uiPriority w:val="9"/>
    <w:semiHidden/>
    <w:unhideWhenUsed/>
    <w:qFormat/>
    <w:rsid w:val="00502B7D"/>
    <w:pPr>
      <w:outlineLvl w:val="6"/>
    </w:pPr>
    <w:rPr>
      <w:iCs/>
    </w:rPr>
  </w:style>
  <w:style w:type="paragraph" w:styleId="berschrift8">
    <w:name w:val="heading 8"/>
    <w:aliases w:val="8. Überschrift"/>
    <w:basedOn w:val="berschrift7"/>
    <w:next w:val="Standard"/>
    <w:link w:val="berschrift8Zchn"/>
    <w:uiPriority w:val="9"/>
    <w:semiHidden/>
    <w:unhideWhenUsed/>
    <w:qFormat/>
    <w:rsid w:val="00995F4C"/>
    <w:pPr>
      <w:outlineLvl w:val="7"/>
    </w:pPr>
    <w:rPr>
      <w:szCs w:val="20"/>
    </w:rPr>
  </w:style>
  <w:style w:type="paragraph" w:styleId="berschrift9">
    <w:name w:val="heading 9"/>
    <w:aliases w:val="9. Überschrift"/>
    <w:basedOn w:val="berschrift8"/>
    <w:next w:val="Standard"/>
    <w:link w:val="berschrift9Zchn"/>
    <w:uiPriority w:val="9"/>
    <w:semiHidden/>
    <w:unhideWhenUsed/>
    <w:qFormat/>
    <w:rsid w:val="00995F4C"/>
    <w:pPr>
      <w:outlineLvl w:val="8"/>
    </w:pPr>
    <w:rPr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1"/>
    <w:qFormat/>
    <w:rsid w:val="00F41791"/>
    <w:pPr>
      <w:spacing w:line="240" w:lineRule="auto"/>
    </w:pPr>
  </w:style>
  <w:style w:type="character" w:customStyle="1" w:styleId="berschrift1Zchn">
    <w:name w:val="Überschrift 1 Zchn"/>
    <w:aliases w:val="1. Überschrift Zchn"/>
    <w:basedOn w:val="Absatz-Standardschriftart"/>
    <w:link w:val="berschrift1"/>
    <w:uiPriority w:val="9"/>
    <w:rsid w:val="00F628B7"/>
    <w:rPr>
      <w:rFonts w:asciiTheme="majorHAnsi" w:eastAsiaTheme="majorEastAsia" w:hAnsiTheme="majorHAnsi" w:cstheme="majorBidi"/>
      <w:b/>
      <w:bCs/>
      <w:szCs w:val="28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F628B7"/>
    <w:rPr>
      <w:rFonts w:asciiTheme="majorHAnsi" w:eastAsiaTheme="majorEastAsia" w:hAnsiTheme="majorHAnsi" w:cstheme="majorBidi"/>
      <w:b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F41791"/>
    <w:pPr>
      <w:contextualSpacing/>
    </w:pPr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41791"/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41791"/>
    <w:pPr>
      <w:numPr>
        <w:ilvl w:val="1"/>
      </w:numPr>
      <w:ind w:left="709"/>
    </w:pPr>
    <w:rPr>
      <w:rFonts w:asciiTheme="majorHAnsi" w:eastAsiaTheme="majorEastAsia" w:hAnsiTheme="majorHAnsi" w:cstheme="majorBidi"/>
      <w:iCs/>
      <w:spacing w:val="6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41791"/>
    <w:rPr>
      <w:rFonts w:asciiTheme="majorHAnsi" w:eastAsiaTheme="majorEastAsia" w:hAnsiTheme="majorHAnsi" w:cstheme="majorBidi"/>
      <w:iCs/>
      <w:spacing w:val="6"/>
      <w:szCs w:val="24"/>
    </w:rPr>
  </w:style>
  <w:style w:type="character" w:styleId="SchwacheHervorhebung">
    <w:name w:val="Subtle Emphasis"/>
    <w:basedOn w:val="Absatz-Standardschriftart"/>
    <w:uiPriority w:val="19"/>
    <w:qFormat/>
    <w:rsid w:val="00F41791"/>
    <w:rPr>
      <w:i w:val="0"/>
      <w:iCs/>
      <w:color w:val="808080" w:themeColor="text1" w:themeTint="7F"/>
    </w:rPr>
  </w:style>
  <w:style w:type="character" w:styleId="Hervorhebung">
    <w:name w:val="Emphasis"/>
    <w:basedOn w:val="Absatz-Standardschriftart"/>
    <w:uiPriority w:val="20"/>
    <w:qFormat/>
    <w:rsid w:val="00F41791"/>
    <w:rPr>
      <w:b/>
      <w:i w:val="0"/>
      <w:iCs/>
    </w:rPr>
  </w:style>
  <w:style w:type="character" w:styleId="IntensiveHervorhebung">
    <w:name w:val="Intense Emphasis"/>
    <w:basedOn w:val="Absatz-Standardschriftart"/>
    <w:uiPriority w:val="21"/>
    <w:qFormat/>
    <w:rsid w:val="00F41791"/>
    <w:rPr>
      <w:b/>
      <w:bCs/>
      <w:i w:val="0"/>
      <w:iCs/>
      <w:color w:val="6FA2AE" w:themeColor="accent1"/>
    </w:rPr>
  </w:style>
  <w:style w:type="paragraph" w:styleId="Zitat">
    <w:name w:val="Quote"/>
    <w:basedOn w:val="Standard"/>
    <w:next w:val="Standard"/>
    <w:link w:val="ZitatZchn"/>
    <w:uiPriority w:val="29"/>
    <w:qFormat/>
    <w:rsid w:val="00F035A4"/>
    <w:pPr>
      <w:spacing w:before="100"/>
    </w:pPr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035A4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41791"/>
    <w:pPr>
      <w:spacing w:before="200" w:after="200"/>
      <w:ind w:left="936"/>
    </w:pPr>
    <w:rPr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41791"/>
    <w:rPr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F41791"/>
    <w:rPr>
      <w:caps w:val="0"/>
      <w:smallCaps w:val="0"/>
      <w:color w:val="BFBFBF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41791"/>
    <w:rPr>
      <w:b/>
      <w:bCs/>
      <w:caps w:val="0"/>
      <w:smallCaps w:val="0"/>
      <w:color w:val="BFBFBF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semiHidden/>
    <w:qFormat/>
    <w:rsid w:val="00F41791"/>
    <w:rPr>
      <w:b/>
      <w:bCs/>
      <w:caps w:val="0"/>
      <w:smallCaps/>
      <w:spacing w:val="5"/>
    </w:rPr>
  </w:style>
  <w:style w:type="paragraph" w:styleId="Listenabsatz">
    <w:name w:val="List Paragraph"/>
    <w:basedOn w:val="Standard"/>
    <w:uiPriority w:val="34"/>
    <w:qFormat/>
    <w:rsid w:val="00F41791"/>
    <w:pPr>
      <w:ind w:left="720"/>
      <w:contextualSpacing/>
    </w:pPr>
  </w:style>
  <w:style w:type="table" w:styleId="Tabellenraster">
    <w:name w:val="Table Grid"/>
    <w:basedOn w:val="NormaleTabelle"/>
    <w:uiPriority w:val="59"/>
    <w:rsid w:val="007F3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3. Überschrift Zchn"/>
    <w:basedOn w:val="Absatz-Standardschriftart"/>
    <w:link w:val="berschrift3"/>
    <w:uiPriority w:val="9"/>
    <w:semiHidden/>
    <w:rsid w:val="00F628B7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berschrift4Zchn">
    <w:name w:val="Überschrift 4 Zchn"/>
    <w:aliases w:val="4. Überschrift Zchn"/>
    <w:basedOn w:val="Absatz-Standardschriftart"/>
    <w:link w:val="berschrift4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5Zchn">
    <w:name w:val="Überschrift 5 Zchn"/>
    <w:aliases w:val="5. Überschrift Zchn"/>
    <w:basedOn w:val="Absatz-Standardschriftart"/>
    <w:link w:val="berschrift5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6Zchn">
    <w:name w:val="Überschrift 6 Zchn"/>
    <w:aliases w:val="6. Überschrift Zchn"/>
    <w:basedOn w:val="Absatz-Standardschriftart"/>
    <w:link w:val="berschrift6"/>
    <w:uiPriority w:val="9"/>
    <w:semiHidden/>
    <w:rsid w:val="00F628B7"/>
    <w:rPr>
      <w:rFonts w:asciiTheme="majorHAnsi" w:eastAsiaTheme="majorEastAsia" w:hAnsiTheme="majorHAnsi" w:cstheme="majorBidi"/>
      <w:b/>
      <w:szCs w:val="26"/>
    </w:rPr>
  </w:style>
  <w:style w:type="character" w:customStyle="1" w:styleId="berschrift7Zchn">
    <w:name w:val="Überschrift 7 Zchn"/>
    <w:aliases w:val="7. Überschrift Zchn"/>
    <w:basedOn w:val="Absatz-Standardschriftart"/>
    <w:link w:val="berschrift7"/>
    <w:uiPriority w:val="9"/>
    <w:semiHidden/>
    <w:rsid w:val="00502B7D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8Zchn">
    <w:name w:val="Überschrift 8 Zchn"/>
    <w:aliases w:val="8. Überschrift Zchn"/>
    <w:basedOn w:val="Absatz-Standardschriftart"/>
    <w:link w:val="berschrift8"/>
    <w:uiPriority w:val="9"/>
    <w:semiHidden/>
    <w:rsid w:val="00F628B7"/>
    <w:rPr>
      <w:rFonts w:asciiTheme="majorHAnsi" w:eastAsiaTheme="majorEastAsia" w:hAnsiTheme="majorHAnsi" w:cstheme="majorBidi"/>
      <w:b/>
      <w:iCs/>
      <w:szCs w:val="20"/>
    </w:rPr>
  </w:style>
  <w:style w:type="character" w:customStyle="1" w:styleId="berschrift9Zchn">
    <w:name w:val="Überschrift 9 Zchn"/>
    <w:aliases w:val="9. Überschrift Zchn"/>
    <w:basedOn w:val="Absatz-Standardschriftart"/>
    <w:link w:val="berschrift9"/>
    <w:uiPriority w:val="9"/>
    <w:semiHidden/>
    <w:rsid w:val="00F628B7"/>
    <w:rPr>
      <w:rFonts w:asciiTheme="majorHAnsi" w:eastAsiaTheme="majorEastAsia" w:hAnsiTheme="majorHAnsi" w:cstheme="majorBidi"/>
      <w:b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1C181D"/>
    <w:pPr>
      <w:spacing w:after="200" w:line="240" w:lineRule="auto"/>
    </w:pPr>
    <w:rPr>
      <w:bCs/>
      <w:color w:val="7F7F7F" w:themeColor="accent3"/>
      <w:sz w:val="18"/>
      <w:szCs w:val="18"/>
    </w:rPr>
  </w:style>
  <w:style w:type="paragraph" w:styleId="Inhaltsverzeichnisberschrift">
    <w:name w:val="TOC Heading"/>
    <w:basedOn w:val="Titel"/>
    <w:next w:val="Standard"/>
    <w:uiPriority w:val="39"/>
    <w:semiHidden/>
    <w:unhideWhenUsed/>
    <w:qFormat/>
    <w:rsid w:val="001C181D"/>
    <w:pPr>
      <w:spacing w:before="480"/>
    </w:pPr>
  </w:style>
  <w:style w:type="paragraph" w:styleId="Blocktext">
    <w:name w:val="Block Text"/>
    <w:basedOn w:val="Standard"/>
    <w:uiPriority w:val="99"/>
    <w:semiHidden/>
    <w:unhideWhenUsed/>
    <w:rsid w:val="001C181D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eastAsiaTheme="minorEastAsia"/>
      <w:iCs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C181D"/>
    <w:rPr>
      <w:sz w:val="18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C181D"/>
    <w:rPr>
      <w:vertAlign w:val="superscript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1C181D"/>
    <w:pPr>
      <w:spacing w:line="240" w:lineRule="auto"/>
    </w:pPr>
    <w:rPr>
      <w:b/>
      <w:sz w:val="18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1C181D"/>
    <w:rPr>
      <w:b/>
      <w:sz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C181D"/>
    <w:rPr>
      <w:sz w:val="18"/>
      <w:szCs w:val="20"/>
    </w:rPr>
  </w:style>
  <w:style w:type="paragraph" w:styleId="Fuzeile">
    <w:name w:val="footer"/>
    <w:basedOn w:val="Standard"/>
    <w:link w:val="FuzeileZchn"/>
    <w:unhideWhenUsed/>
    <w:rsid w:val="001C181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181D"/>
  </w:style>
  <w:style w:type="character" w:styleId="Hyperlink">
    <w:name w:val="Hyperlink"/>
    <w:basedOn w:val="Absatz-Standardschriftart"/>
    <w:unhideWhenUsed/>
    <w:rsid w:val="00F628B7"/>
    <w:rPr>
      <w:color w:val="3F3F3F" w:themeColor="accent6"/>
      <w:u w:val="single"/>
    </w:rPr>
  </w:style>
  <w:style w:type="table" w:customStyle="1" w:styleId="HelleListe-Akzent11">
    <w:name w:val="Helle Liste - Akzent 11"/>
    <w:aliases w:val="WITTENSTEIN Tabelle"/>
    <w:basedOn w:val="NormaleTabelle"/>
    <w:uiPriority w:val="61"/>
    <w:rsid w:val="00040699"/>
    <w:pPr>
      <w:spacing w:after="0" w:line="240" w:lineRule="auto"/>
      <w:contextualSpacing/>
    </w:pPr>
    <w:rPr>
      <w:rFonts w:ascii="Arial" w:hAnsi="Arial"/>
    </w:rPr>
    <w:tblPr>
      <w:tblStyleRowBandSize w:val="1"/>
      <w:tblStyleColBandSize w:val="1"/>
      <w:tblBorders>
        <w:top w:val="single" w:sz="4" w:space="0" w:color="6FA2AE" w:themeColor="text2"/>
        <w:left w:val="single" w:sz="4" w:space="0" w:color="6FA2AE" w:themeColor="text2"/>
        <w:bottom w:val="single" w:sz="4" w:space="0" w:color="6FA2AE" w:themeColor="text2"/>
        <w:right w:val="single" w:sz="4" w:space="0" w:color="6FA2AE" w:themeColor="text2"/>
        <w:insideH w:val="single" w:sz="4" w:space="0" w:color="6FA2AE" w:themeColor="text2"/>
        <w:insideV w:val="single" w:sz="4" w:space="0" w:color="6FA2AE" w:themeColor="text2"/>
      </w:tblBorders>
    </w:tblPr>
    <w:tcPr>
      <w:vAlign w:val="center"/>
    </w:tcPr>
    <w:tblStylePr w:type="firstRow">
      <w:pPr>
        <w:wordWrap/>
        <w:spacing w:before="0" w:beforeAutospacing="0" w:after="0" w:afterAutospacing="0" w:line="240" w:lineRule="auto"/>
        <w:contextualSpacing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op w:val="single" w:sz="4" w:space="0" w:color="6FA2AE" w:themeColor="text2"/>
          <w:left w:val="single" w:sz="4" w:space="0" w:color="6FA2AE" w:themeColor="text2"/>
          <w:bottom w:val="nil"/>
          <w:right w:val="single" w:sz="4" w:space="0" w:color="6FA2AE" w:themeColor="text2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6FA2A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band1Horz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06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0699"/>
    <w:rPr>
      <w:rFonts w:ascii="Tahoma" w:hAnsi="Tahoma" w:cs="Tahoma"/>
      <w:sz w:val="16"/>
      <w:szCs w:val="16"/>
    </w:rPr>
  </w:style>
  <w:style w:type="numbering" w:customStyle="1" w:styleId="Listenformatvorlage1">
    <w:name w:val="Listenformatvorlage_1"/>
    <w:uiPriority w:val="99"/>
    <w:rsid w:val="00AF69ED"/>
    <w:pPr>
      <w:numPr>
        <w:numId w:val="24"/>
      </w:numPr>
    </w:pPr>
  </w:style>
  <w:style w:type="numbering" w:customStyle="1" w:styleId="Listenformatvorlage2">
    <w:name w:val="Listenformatvorlage_2"/>
    <w:uiPriority w:val="99"/>
    <w:rsid w:val="00AF69ED"/>
    <w:pPr>
      <w:numPr>
        <w:numId w:val="25"/>
      </w:numPr>
    </w:pPr>
  </w:style>
  <w:style w:type="numbering" w:customStyle="1" w:styleId="Listenformatvorlage3">
    <w:name w:val="Listenformatvorlage_3"/>
    <w:uiPriority w:val="99"/>
    <w:rsid w:val="00AF69ED"/>
    <w:pPr>
      <w:numPr>
        <w:numId w:val="26"/>
      </w:numPr>
    </w:pPr>
  </w:style>
  <w:style w:type="paragraph" w:styleId="Kopfzeile">
    <w:name w:val="header"/>
    <w:basedOn w:val="Standard"/>
    <w:link w:val="KopfzeileZchn"/>
    <w:uiPriority w:val="99"/>
    <w:unhideWhenUsed/>
    <w:rsid w:val="00551561"/>
    <w:pPr>
      <w:tabs>
        <w:tab w:val="center" w:pos="4703"/>
        <w:tab w:val="right" w:pos="940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51561"/>
  </w:style>
  <w:style w:type="paragraph" w:customStyle="1" w:styleId="Headline">
    <w:name w:val="Headline"/>
    <w:basedOn w:val="Standard"/>
    <w:link w:val="HeadlineZchn"/>
    <w:qFormat/>
    <w:rsid w:val="003801B9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32"/>
      <w:szCs w:val="32"/>
    </w:rPr>
  </w:style>
  <w:style w:type="paragraph" w:customStyle="1" w:styleId="Subheadline">
    <w:name w:val="Subheadline"/>
    <w:basedOn w:val="Standard"/>
    <w:link w:val="SubheadlineZchn"/>
    <w:qFormat/>
    <w:rsid w:val="0093418D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20"/>
      <w:szCs w:val="20"/>
    </w:rPr>
  </w:style>
  <w:style w:type="character" w:customStyle="1" w:styleId="HeadlineZchn">
    <w:name w:val="Headline Zchn"/>
    <w:basedOn w:val="Absatz-Standardschriftart"/>
    <w:link w:val="Headline"/>
    <w:rsid w:val="003801B9"/>
    <w:rPr>
      <w:rFonts w:ascii="Arial" w:hAnsi="Arial" w:cs="Arial"/>
      <w:b/>
      <w:bCs/>
      <w:color w:val="000000"/>
      <w:spacing w:val="10"/>
      <w:sz w:val="32"/>
      <w:szCs w:val="32"/>
      <w:lang w:val="en-GB"/>
    </w:rPr>
  </w:style>
  <w:style w:type="paragraph" w:customStyle="1" w:styleId="Flietext">
    <w:name w:val="Fließtext"/>
    <w:basedOn w:val="Standard"/>
    <w:link w:val="FlietextZchn"/>
    <w:qFormat/>
    <w:rsid w:val="00D20BF8"/>
    <w:pPr>
      <w:tabs>
        <w:tab w:val="left" w:pos="8085"/>
      </w:tabs>
      <w:autoSpaceDE w:val="0"/>
      <w:autoSpaceDN w:val="0"/>
      <w:adjustRightInd w:val="0"/>
      <w:spacing w:line="260" w:lineRule="exact"/>
    </w:pPr>
    <w:rPr>
      <w:rFonts w:ascii="Arial" w:hAnsi="Arial" w:cs="Arial"/>
      <w:color w:val="000000"/>
      <w:spacing w:val="10"/>
      <w:sz w:val="20"/>
      <w:szCs w:val="20"/>
    </w:rPr>
  </w:style>
  <w:style w:type="character" w:customStyle="1" w:styleId="SubheadlineZchn">
    <w:name w:val="Subheadline Zchn"/>
    <w:basedOn w:val="Absatz-Standardschriftart"/>
    <w:link w:val="Subheadline"/>
    <w:rsid w:val="0093418D"/>
    <w:rPr>
      <w:rFonts w:ascii="Arial" w:hAnsi="Arial" w:cs="Arial"/>
      <w:b/>
      <w:bCs/>
      <w:color w:val="000000"/>
      <w:spacing w:val="10"/>
      <w:sz w:val="20"/>
      <w:szCs w:val="20"/>
      <w:lang w:val="en-GB"/>
    </w:rPr>
  </w:style>
  <w:style w:type="paragraph" w:customStyle="1" w:styleId="boilerplate">
    <w:name w:val="boiler plate"/>
    <w:basedOn w:val="Standard"/>
    <w:link w:val="boilerplateZchn"/>
    <w:qFormat/>
    <w:rsid w:val="00D20BF8"/>
    <w:pPr>
      <w:tabs>
        <w:tab w:val="left" w:pos="6802"/>
      </w:tabs>
      <w:spacing w:line="360" w:lineRule="auto"/>
      <w:ind w:right="-2"/>
    </w:pPr>
    <w:rPr>
      <w:rFonts w:ascii="Arial" w:hAnsi="Arial"/>
      <w:sz w:val="16"/>
    </w:rPr>
  </w:style>
  <w:style w:type="character" w:customStyle="1" w:styleId="FlietextZchn">
    <w:name w:val="Fließtext Zchn"/>
    <w:basedOn w:val="Absatz-Standardschriftart"/>
    <w:link w:val="Flietext"/>
    <w:rsid w:val="00D20BF8"/>
    <w:rPr>
      <w:rFonts w:ascii="Arial" w:hAnsi="Arial" w:cs="Arial"/>
      <w:color w:val="000000"/>
      <w:spacing w:val="10"/>
      <w:sz w:val="20"/>
      <w:szCs w:val="20"/>
    </w:rPr>
  </w:style>
  <w:style w:type="character" w:customStyle="1" w:styleId="boilerplateZchn">
    <w:name w:val="boiler plate Zchn"/>
    <w:basedOn w:val="Absatz-Standardschriftart"/>
    <w:link w:val="boilerplate"/>
    <w:rsid w:val="00D20BF8"/>
    <w:rPr>
      <w:rFonts w:ascii="Arial" w:hAnsi="Arial"/>
      <w:sz w:val="16"/>
    </w:rPr>
  </w:style>
  <w:style w:type="character" w:customStyle="1" w:styleId="st">
    <w:name w:val="st"/>
    <w:basedOn w:val="Absatz-Standardschriftart"/>
    <w:rsid w:val="00875AAB"/>
  </w:style>
  <w:style w:type="character" w:styleId="Kommentarzeichen">
    <w:name w:val="annotation reference"/>
    <w:basedOn w:val="Absatz-Standardschriftart"/>
    <w:uiPriority w:val="99"/>
    <w:semiHidden/>
    <w:unhideWhenUsed/>
    <w:rsid w:val="006967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9678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9678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1CA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1CA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2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www.wittenstein.de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jpeg"/><Relationship Id="rId2" Type="http://schemas.openxmlformats.org/officeDocument/2006/relationships/image" Target="media/image6.jpe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sitzer\Desktop\Eigene%20Dateien\AAA-TOP%20MEDIA\KUNDEN\WITTENSTEIN%20AG\2015\HMI%202015\PM%20Hermes%20Award%20TOP%205.dotx" TargetMode="External"/></Relationships>
</file>

<file path=word/theme/theme1.xml><?xml version="1.0" encoding="utf-8"?>
<a:theme xmlns:a="http://schemas.openxmlformats.org/drawingml/2006/main" name="Larissa">
  <a:themeElements>
    <a:clrScheme name="WITTENSTEIN">
      <a:dk1>
        <a:sysClr val="windowText" lastClr="000000"/>
      </a:dk1>
      <a:lt1>
        <a:sysClr val="window" lastClr="FFFFFF"/>
      </a:lt1>
      <a:dk2>
        <a:srgbClr val="6FA2AE"/>
      </a:dk2>
      <a:lt2>
        <a:srgbClr val="D8D8D8"/>
      </a:lt2>
      <a:accent1>
        <a:srgbClr val="6FA2AE"/>
      </a:accent1>
      <a:accent2>
        <a:srgbClr val="BFBFBF"/>
      </a:accent2>
      <a:accent3>
        <a:srgbClr val="7F7F7F"/>
      </a:accent3>
      <a:accent4>
        <a:srgbClr val="262626"/>
      </a:accent4>
      <a:accent5>
        <a:srgbClr val="D8D8D8"/>
      </a:accent5>
      <a:accent6>
        <a:srgbClr val="3F3F3F"/>
      </a:accent6>
      <a:hlink>
        <a:srgbClr val="6FA2AE"/>
      </a:hlink>
      <a:folHlink>
        <a:srgbClr val="A5A5A5"/>
      </a:folHlink>
    </a:clrScheme>
    <a:fontScheme name="WITTENSTEI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6350"/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9fcf3fd4-f67c-40f3-8cd9-3731c8befeb4">1. Änderungsantrag ECR stellen</Status>
    <IconOverlay xmlns="http://schemas.microsoft.com/sharepoint/v4" xsi:nil="true"/>
    <Kommentar xmlns="9fcf3fd4-f67c-40f3-8cd9-3731c8befeb4">Reviewen durch GF und MIS ausstehend</Kommentar>
    <Bearbeiter xmlns="9fcf3fd4-f67c-40f3-8cd9-3731c8befeb4">
      <UserInfo>
        <DisplayName/>
        <AccountId xsi:nil="true"/>
        <AccountType/>
      </UserInfo>
    </Bearbeit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C4571AB62BDA4EA8363BB05CD7315D" ma:contentTypeVersion="4" ma:contentTypeDescription="Ein neues Dokument erstellen." ma:contentTypeScope="" ma:versionID="326e997cd5330dbb8c4a2dc09806e206">
  <xsd:schema xmlns:xsd="http://www.w3.org/2001/XMLSchema" xmlns:xs="http://www.w3.org/2001/XMLSchema" xmlns:p="http://schemas.microsoft.com/office/2006/metadata/properties" xmlns:ns2="9fcf3fd4-f67c-40f3-8cd9-3731c8befeb4" xmlns:ns3="http://schemas.microsoft.com/sharepoint/v4" targetNamespace="http://schemas.microsoft.com/office/2006/metadata/properties" ma:root="true" ma:fieldsID="ff223d67274fc95a9700cae11b1934d2" ns2:_="" ns3:_="">
    <xsd:import namespace="9fcf3fd4-f67c-40f3-8cd9-3731c8befeb4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Kommentar" minOccurs="0"/>
                <xsd:element ref="ns3:IconOverlay" minOccurs="0"/>
                <xsd:element ref="ns2:Bearbei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cf3fd4-f67c-40f3-8cd9-3731c8befeb4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default="1. Änderungsantrag ECR stellen" ma:description="bei neuen Dokumenten mit &quot;oder 5.&quot; starten" ma:format="Dropdown" ma:internalName="Status">
      <xsd:simpleType>
        <xsd:restriction base="dms:Choice">
          <xsd:enumeration value="1. Änderungsantrag ECR stellen"/>
          <xsd:enumeration value="2. warten auf Genehmigung ECR"/>
          <xsd:enumeration value="3. ECR genehmigt, ECN in DB eintragen"/>
          <xsd:enumeration value="4. ECN zur Prüfung Nadine"/>
          <xsd:enumeration value="5. ECN freigegeben, Dokument ändern"/>
          <xsd:enumeration value="oder 5. neues Dokument erstellen"/>
          <xsd:enumeration value="6. intern abstimmen"/>
          <xsd:enumeration value="7. intern freigegeben, in Ordner zur Freigabe PLM und Info an RA"/>
          <xsd:enumeration value="8. Einstellen ins PLM durch RA"/>
          <xsd:enumeration value="9. Dokument auf &quot;in Prüfung QM&quot;, Metadaten erstellen"/>
          <xsd:enumeration value="oder 9. zur Freigabe im PLM"/>
          <xsd:enumeration value="10. Mail &quot;veröffentlicht&quot; da"/>
          <xsd:enumeration value="oder 10. Info über Freigabe von RA erhalten"/>
          <xsd:enumeration value="11. OneNote Häckchen raus, wenn Änderung: ECR&amp;ECN abschließen,"/>
          <xsd:enumeration value="12. ggf. im Extranet veröffentlichen"/>
          <xsd:enumeration value="13. Info an VT (mit ggf. Link zu Extranet)"/>
          <xsd:enumeration value="14. evt. an Kunde kommunizieren"/>
          <xsd:enumeration value="15. Dokument hier und im Ordner löschen"/>
        </xsd:restriction>
      </xsd:simpleType>
    </xsd:element>
    <xsd:element name="Kommentar" ma:index="9" nillable="true" ma:displayName="Kommentar" ma:internalName="Kommentar">
      <xsd:simpleType>
        <xsd:restriction base="dms:Note"/>
      </xsd:simpleType>
    </xsd:element>
    <xsd:element name="Bearbeiter" ma:index="11" nillable="true" ma:displayName="Bearbeiter" ma:description="Durch wen wird das Dokument überarbeitet." ma:list="UserInfo" ma:SharePointGroup="0" ma:internalName="Bearbeit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2EDEF-ED43-43AE-A8EC-32219A769192}">
  <ds:schemaRefs>
    <ds:schemaRef ds:uri="http://purl.org/dc/elements/1.1/"/>
    <ds:schemaRef ds:uri="http://schemas.microsoft.com/office/2006/documentManagement/types"/>
    <ds:schemaRef ds:uri="http://purl.org/dc/dcmitype/"/>
    <ds:schemaRef ds:uri="http://www.w3.org/XML/1998/namespace"/>
    <ds:schemaRef ds:uri="9fcf3fd4-f67c-40f3-8cd9-3731c8befeb4"/>
    <ds:schemaRef ds:uri="http://purl.org/dc/terms/"/>
    <ds:schemaRef ds:uri="http://schemas.microsoft.com/office/infopath/2007/PartnerControls"/>
    <ds:schemaRef ds:uri="http://schemas.microsoft.com/sharepoint/v4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C5073B4-DF81-46F2-8F5E-08BD9F1F7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EEA113-64DA-474E-8F9E-3ADBBD172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cf3fd4-f67c-40f3-8cd9-3731c8befeb4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08516B-5831-4272-BFE4-DD53274F7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 Hermes Award TOP 5.dotx</Template>
  <TotalTime>0</TotalTime>
  <Pages>2</Pages>
  <Words>515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WITTENSTEIN AG</Company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Maier, Sabine</dc:creator>
  <cp:lastModifiedBy>Maier, Sabine</cp:lastModifiedBy>
  <cp:revision>7</cp:revision>
  <cp:lastPrinted>2017-04-28T08:42:00Z</cp:lastPrinted>
  <dcterms:created xsi:type="dcterms:W3CDTF">2017-11-13T06:48:00Z</dcterms:created>
  <dcterms:modified xsi:type="dcterms:W3CDTF">2017-11-23T14:13:00Z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0x01010039C4571AB62BDA4EA8363BB05CD7315D</vt:lpwstr>
  </property>
</Properties>
</file>